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033479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32955B" wp14:editId="7898BDE4">
                <wp:simplePos x="0" y="0"/>
                <wp:positionH relativeFrom="column">
                  <wp:posOffset>-266065</wp:posOffset>
                </wp:positionH>
                <wp:positionV relativeFrom="paragraph">
                  <wp:posOffset>1609725</wp:posOffset>
                </wp:positionV>
                <wp:extent cx="8636000" cy="4285615"/>
                <wp:effectExtent l="0" t="0" r="0" b="63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428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033479" w:rsidRDefault="0047704B" w:rsidP="003F270A">
                            <w:pPr>
                              <w:jc w:val="center"/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</w:pP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9507D3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scholarship </w:t>
                            </w:r>
                            <w:r w:rsidR="00DE63F0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is presented</w:t>
                            </w:r>
                            <w:r w:rsidR="007C64F7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279B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to</w:t>
                            </w:r>
                          </w:p>
                          <w:p w:rsidR="007F4F79" w:rsidRPr="00033479" w:rsidRDefault="007F4F79" w:rsidP="003F270A">
                            <w:pPr>
                              <w:spacing w:after="480"/>
                              <w:jc w:val="center"/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</w:pP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____________</w:t>
                            </w:r>
                            <w:r w:rsidR="005E0399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033479" w:rsidRPr="00033479" w:rsidRDefault="00033479" w:rsidP="00033479">
                            <w:pPr>
                              <w:spacing w:after="720"/>
                              <w:jc w:val="center"/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</w:pP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Being nominated for scholarship program and winning the scholarship </w:t>
                            </w:r>
                          </w:p>
                          <w:p w:rsidR="00363676" w:rsidRPr="00033479" w:rsidRDefault="00231FB8" w:rsidP="00CC2357">
                            <w:pPr>
                              <w:spacing w:after="1080"/>
                              <w:jc w:val="center"/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</w:pP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Awarded on</w:t>
                            </w:r>
                            <w:r w:rsidR="008357EC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_</w:t>
                            </w:r>
                            <w:r w:rsidR="000F0E80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______</w:t>
                            </w: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_____</w:t>
                            </w:r>
                            <w:r w:rsidR="00946283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</w:t>
                            </w:r>
                            <w:r w:rsidR="00880C4C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</w:t>
                            </w:r>
                            <w:r w:rsidR="008C55B3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Chairman</w:t>
                            </w:r>
                            <w:r w:rsidR="008357EC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</w:t>
                            </w:r>
                            <w:r w:rsidR="008357EC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_________</w:t>
                            </w:r>
                          </w:p>
                          <w:p w:rsidR="00363676" w:rsidRPr="00033479" w:rsidRDefault="00033479" w:rsidP="00CC2357">
                            <w:pPr>
                              <w:spacing w:after="0"/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</w:pP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              </w:t>
                            </w:r>
                            <w:r w:rsidR="00CC2357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</w:t>
                            </w:r>
                            <w:bookmarkStart w:id="0" w:name="_GoBack"/>
                            <w:r w:rsidR="00363676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_____</w:t>
                            </w: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____</w:t>
                            </w:r>
                            <w:r w:rsidR="00363676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</w:t>
                            </w: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8C55B3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                      </w:t>
                            </w:r>
                            <w:r w:rsidR="000F0E80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4267CC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7C64F7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3F270A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r w:rsidR="00CC2357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_______</w:t>
                            </w:r>
                            <w:r w:rsidR="007C64F7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___</w:t>
                            </w: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__</w:t>
                            </w:r>
                          </w:p>
                          <w:p w:rsidR="00363676" w:rsidRPr="00033479" w:rsidRDefault="003F270A" w:rsidP="003F270A">
                            <w:pPr>
                              <w:spacing w:after="0"/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</w:pP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                  </w:t>
                            </w:r>
                            <w:r w:rsidR="00CC2357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363676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Signature</w:t>
                            </w:r>
                            <w:r w:rsidR="00033479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CC2357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                                                    </w:t>
                            </w:r>
                            <w:r w:rsidR="00033479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="00CC2357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033479">
                              <w:rPr>
                                <w:rFonts w:ascii="Advent Pro" w:hAnsi="Advent Pro" w:cs="Adobe Naskh Medium"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Date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95pt;margin-top:126.75pt;width:680pt;height:33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MCXuAIAALs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iLMBK0A44e2MGgW3lAc9ueodcpeN334GcOcAyurlTd38nyq0ZCrhoqtuxGKTk0jFaQXmhv+pOr&#10;I462IJvhg6wgDN0Z6YAOteps76AbCNCBpsczNTaVEg4X8WUcBGAqwUaixSwOZy4GTU/Xe6XNOyY7&#10;ZBcZVsC9g6f7O21sOjQ9udhoQha8bR3/rXhxAI7jCQSHq9Zm03B0PiVBsl6sF8QjUbz2SJDn3k2x&#10;Il5chPNZfpmvVnn4w8YNSdrwqmLChjlJKyR/Rt1R5KMozuLSsuWVhbMpabXdrFqF9hSkXbjv2JCJ&#10;m/8yDdcEqOVVSWFEgtso8Yp4MfdIQWZeMg8WXhAmt0kckITkxcuS7rhg/14SGjKczKLZqKbf1ga0&#10;W+ZHBie10bTjBoZHyzvQx9mJplaDa1E5ag3l7bietMKm/9wKoPtEtFOsFekoV3PYHADFyngjq0fQ&#10;rpKgLFAhTDxYNFJ9x2iA6ZFh/W1HFcOofS9A/0lIiB03bkNm8wg2amrZTC1UlACVYYPRuFyZcUTt&#10;esW3DUQaX5yQN/Bmau7U/JzV8aXBhHBFHaeZHUHTvfN6nrnLnwAAAP//AwBQSwMEFAAGAAgAAAAh&#10;AK/PHQ/gAAAADAEAAA8AAABkcnMvZG93bnJldi54bWxMj01Pg0AQhu8m/ofNmHhrd6FgABkao/Gq&#10;sX4k3rYwBSI7S9htwX/v9mSPk/fJ+z5TbhcziBNNrreMEK0VCOLaNj23CB/vz6sMhPOaGz1YJoRf&#10;crCtrq9KXTR25jc67XwrQgm7QiN03o+FlK7uyGi3tiNxyA52MtqHc2plM+k5lJtBxkrdSaN7Dgud&#10;Humxo/pndzQIny+H769EvbZPJh1nuyjJJpeItzfLwz0IT4v/h+GsH9ShCk57e+TGiQFhlUR5QBHi&#10;dJOCOBObKItA7BHyOEtAVqW8fKL6AwAA//8DAFBLAQItABQABgAIAAAAIQC2gziS/gAAAOEBAAAT&#10;AAAAAAAAAAAAAAAAAAAAAABbQ29udGVudF9UeXBlc10ueG1sUEsBAi0AFAAGAAgAAAAhADj9If/W&#10;AAAAlAEAAAsAAAAAAAAAAAAAAAAALwEAAF9yZWxzLy5yZWxzUEsBAi0AFAAGAAgAAAAhAD1AwJe4&#10;AgAAuwUAAA4AAAAAAAAAAAAAAAAALgIAAGRycy9lMm9Eb2MueG1sUEsBAi0AFAAGAAgAAAAhAK/P&#10;HQ/gAAAADAEAAA8AAAAAAAAAAAAAAAAAEgUAAGRycy9kb3ducmV2LnhtbFBLBQYAAAAABAAEAPMA&#10;AAAfBgAAAAA=&#10;" filled="f" stroked="f">
                <v:textbox>
                  <w:txbxContent>
                    <w:p w:rsidR="004A6C01" w:rsidRPr="00033479" w:rsidRDefault="0047704B" w:rsidP="003F270A">
                      <w:pPr>
                        <w:jc w:val="center"/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</w:pP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This </w:t>
                      </w:r>
                      <w:r w:rsidR="009507D3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scholarship </w:t>
                      </w:r>
                      <w:r w:rsidR="00DE63F0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is presented</w:t>
                      </w:r>
                      <w:r w:rsidR="007C64F7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</w:t>
                      </w:r>
                      <w:r w:rsidR="004A279B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to</w:t>
                      </w:r>
                    </w:p>
                    <w:p w:rsidR="007F4F79" w:rsidRPr="00033479" w:rsidRDefault="007F4F79" w:rsidP="003F270A">
                      <w:pPr>
                        <w:spacing w:after="480"/>
                        <w:jc w:val="center"/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</w:pP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____________</w:t>
                      </w:r>
                      <w:r w:rsidR="005E0399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___________</w:t>
                      </w:r>
                    </w:p>
                    <w:p w:rsidR="00033479" w:rsidRPr="00033479" w:rsidRDefault="00033479" w:rsidP="00033479">
                      <w:pPr>
                        <w:spacing w:after="720"/>
                        <w:jc w:val="center"/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</w:pP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Being nominated for scholarship program and winning the scholarship </w:t>
                      </w:r>
                    </w:p>
                    <w:p w:rsidR="00363676" w:rsidRPr="00033479" w:rsidRDefault="00231FB8" w:rsidP="00CC2357">
                      <w:pPr>
                        <w:spacing w:after="1080"/>
                        <w:jc w:val="center"/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</w:pP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Awarded on</w:t>
                      </w:r>
                      <w:r w:rsidR="008357EC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_</w:t>
                      </w:r>
                      <w:r w:rsidR="000F0E80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______</w:t>
                      </w: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_____</w:t>
                      </w:r>
                      <w:r w:rsidR="00946283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</w:t>
                      </w:r>
                      <w:r w:rsidR="00880C4C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</w:t>
                      </w:r>
                      <w:r w:rsidR="008C55B3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</w:t>
                      </w: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Chairman</w:t>
                      </w:r>
                      <w:r w:rsidR="008357EC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</w:t>
                      </w:r>
                      <w:r w:rsidR="007C64F7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</w:t>
                      </w:r>
                      <w:r w:rsidR="008357EC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_________</w:t>
                      </w:r>
                    </w:p>
                    <w:p w:rsidR="00363676" w:rsidRPr="00033479" w:rsidRDefault="00033479" w:rsidP="00CC2357">
                      <w:pPr>
                        <w:spacing w:after="0"/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</w:pP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              </w:t>
                      </w:r>
                      <w:r w:rsidR="00CC2357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</w:t>
                      </w:r>
                      <w:r w:rsidR="00363676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</w:t>
                      </w:r>
                      <w:bookmarkStart w:id="1" w:name="_GoBack"/>
                      <w:r w:rsidR="00363676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_____</w:t>
                      </w: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____</w:t>
                      </w:r>
                      <w:r w:rsidR="00363676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</w:t>
                      </w: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 </w:t>
                      </w:r>
                      <w:r w:rsidR="008C55B3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                      </w:t>
                      </w:r>
                      <w:r w:rsidR="000F0E80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</w:t>
                      </w:r>
                      <w:r w:rsidR="004267CC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</w:t>
                      </w:r>
                      <w:r w:rsidR="007C64F7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</w:t>
                      </w:r>
                      <w:r w:rsidR="003F270A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</w:t>
                      </w: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         </w:t>
                      </w:r>
                      <w:r w:rsidR="00CC2357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</w:t>
                      </w: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_______</w:t>
                      </w:r>
                      <w:r w:rsidR="007C64F7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___</w:t>
                      </w: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__</w:t>
                      </w:r>
                    </w:p>
                    <w:p w:rsidR="00363676" w:rsidRPr="00033479" w:rsidRDefault="003F270A" w:rsidP="003F270A">
                      <w:pPr>
                        <w:spacing w:after="0"/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</w:pP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                  </w:t>
                      </w:r>
                      <w:r w:rsidR="00CC2357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</w:t>
                      </w:r>
                      <w:r w:rsidR="00363676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Signature</w:t>
                      </w:r>
                      <w:r w:rsidR="00033479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</w:t>
                      </w:r>
                      <w:r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</w:t>
                      </w:r>
                      <w:r w:rsidR="00CC2357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                                                    </w:t>
                      </w:r>
                      <w:r w:rsidR="00033479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     </w:t>
                      </w:r>
                      <w:r w:rsidR="00CC2357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 xml:space="preserve"> </w:t>
                      </w:r>
                      <w:r w:rsidR="00363676" w:rsidRPr="00033479">
                        <w:rPr>
                          <w:rFonts w:ascii="Advent Pro" w:hAnsi="Advent Pro" w:cs="Adobe Naskh Medium"/>
                          <w:color w:val="4F6228" w:themeColor="accent3" w:themeShade="80"/>
                          <w:sz w:val="36"/>
                          <w:szCs w:val="36"/>
                        </w:rPr>
                        <w:t>Date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EB1001" wp14:editId="1BD1DDB1">
                <wp:simplePos x="0" y="0"/>
                <wp:positionH relativeFrom="column">
                  <wp:posOffset>342900</wp:posOffset>
                </wp:positionH>
                <wp:positionV relativeFrom="paragraph">
                  <wp:posOffset>533400</wp:posOffset>
                </wp:positionV>
                <wp:extent cx="7606030" cy="87630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603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033479" w:rsidRDefault="00E64C5C" w:rsidP="00FF31CB">
                            <w:pPr>
                              <w:spacing w:after="0"/>
                              <w:jc w:val="center"/>
                              <w:rPr>
                                <w:rFonts w:ascii="Aubrey" w:hAnsi="Aubrey" w:cs="Adobe Naskh Medium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</w:pPr>
                            <w:r w:rsidRPr="00033479">
                              <w:rPr>
                                <w:rFonts w:ascii="Aubrey" w:hAnsi="Aubrey" w:cs="Adobe Naskh Medium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  <w:t>CERTIFICATE</w:t>
                            </w:r>
                            <w:r w:rsidR="00CC2357" w:rsidRPr="00033479">
                              <w:rPr>
                                <w:rFonts w:ascii="Aubrey" w:hAnsi="Aubrey" w:cs="Adobe Naskh Medium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  <w:t xml:space="preserve"> OF SCHOLARSHIP</w:t>
                            </w:r>
                          </w:p>
                          <w:p w:rsidR="001D1256" w:rsidRPr="00033479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Aubrey" w:hAnsi="Aubrey" w:cs="Adobe Naskh Medium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</w:pPr>
                          </w:p>
                          <w:p w:rsidR="00946283" w:rsidRPr="00033479" w:rsidRDefault="00946283" w:rsidP="00946283">
                            <w:pPr>
                              <w:spacing w:after="40"/>
                              <w:rPr>
                                <w:rFonts w:ascii="Aubrey" w:hAnsi="Aubrey" w:cs="Adobe Hebrew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</w:pPr>
                            <w:r w:rsidRPr="00033479">
                              <w:rPr>
                                <w:rFonts w:ascii="Aubrey" w:hAnsi="Aubrey" w:cs="Adobe Hebrew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  <w:t xml:space="preserve">     </w:t>
                            </w:r>
                          </w:p>
                          <w:p w:rsidR="00946283" w:rsidRPr="00033479" w:rsidRDefault="00946283" w:rsidP="00946283">
                            <w:pPr>
                              <w:spacing w:after="40"/>
                              <w:rPr>
                                <w:rFonts w:ascii="Aubrey" w:hAnsi="Aubrey" w:cs="Adobe Hebrew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</w:pPr>
                            <w:r w:rsidRPr="00033479">
                              <w:rPr>
                                <w:rFonts w:ascii="Aubrey" w:hAnsi="Aubrey" w:cs="Adobe Hebrew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033479" w:rsidRDefault="00946283" w:rsidP="00946283">
                            <w:pPr>
                              <w:spacing w:after="40"/>
                              <w:rPr>
                                <w:rFonts w:ascii="Aubrey" w:hAnsi="Aubrey" w:cs="Adobe Hebrew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</w:pPr>
                            <w:r w:rsidRPr="00033479">
                              <w:rPr>
                                <w:rFonts w:ascii="Aubrey" w:hAnsi="Aubrey" w:cs="Adobe Hebrew"/>
                                <w:b/>
                                <w:color w:val="4F6228" w:themeColor="accent3" w:themeShade="80"/>
                                <w:sz w:val="108"/>
                                <w:szCs w:val="108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pt;margin-top:42pt;width:598.9pt;height:6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TTuQIAAMAFAAAOAAAAZHJzL2Uyb0RvYy54bWysVNtunDAQfa/Uf7D8TrgsCwsKGyXLUlVK&#10;L1LSD/CCWayCTW3vQhr13zs2e0vyUrXlAdme8ZkzM8dzfTN2LdpTqZjgGfavPIwoL0XF+DbD3x4L&#10;Z4GR0oRXpBWcZviJKnyzfP/ueuhTGohGtBWVCEC4Soc+w43Wfeq6qmxoR9SV6CkHYy1kRzRs5dat&#10;JBkAvWvdwPMidxCy6qUoqVJwmk9GvLT4dU1L/aWuFdWozTBw0/Yv7X9j/u7ymqRbSfqGlQca5C9Y&#10;dIRxCHqCyokmaCfZG6iOlVIoUeurUnSuqGtWUpsDZON7r7J5aEhPbS5QHNWfyqT+H2z5ef9VIlZl&#10;eIYRJx206JGOGt2JEcWmOkOvUnB66MFNj3AMXbaZqv5elN8V4mLVEL6lt1KKoaGkAna+ueleXJ1w&#10;lAHZDJ9EBWHITgsLNNayM6WDYiBAhy49nTpjqJRwGEde5M3AVIJtEUczz7bOJenxdi+V/kBFh8wi&#10;wxI6b9HJ/l5pw4akRxcTjIuCta3tfstfHIDjdAKx4aqxGRa2mc+Jl6wX60XohEG0dkIvz53bYhU6&#10;UeHH83yWr1a5/8vE9cO0YVVFuQlzFJYf/lnjDhKfJHGSlhItqwycoaTkdrNqJdoTEHZhP1tzsJzd&#10;3Jc0bBEgl1cp+UHo3QWJU0SL2AmLcO4ksbdwPD+5SyIvTMK8eJnSPeP031NCQ4aTeTCfxHQm/So3&#10;z35vcyNpxzSMjpZ1oIiTE0mNBNe8sq3VhLXT+qIUhv65FNDuY6OtYI1GJ7XqcTPal2HVbMS8EdUT&#10;KFgKEBhoEcYeLBohf2I0wAjJsPqxI5Ji1H7k8AoSPwzNzLGbcB4HsJGXls2lhfASoDKsMZqWKz3N&#10;qV0v2baBSNO74+IWXk7NrKjPrA7vDcaEze0w0swcutxbr/PgXf4GAAD//wMAUEsDBBQABgAIAAAA&#10;IQBCBqAF3QAAAAoBAAAPAAAAZHJzL2Rvd25yZXYueG1sTI/BTsMwDIbvSLxDZCRuLFm0otHVnRCI&#10;K4gNkHbLGq+taJyqydby9qQnOFnWb/3+vmI7uU5caAitZ4TlQoEgrrxtuUb42L/crUGEaNiazjMh&#10;/FCAbXl9VZjc+pHf6bKLtUglHHKD0MTY51KGqiFnwsL3xCk7+cGZmNahlnYwYyp3ndRK3UtnWk4f&#10;GtPTU0PV9+7sED5fT4evlXqrn13Wj35Skt2DRLy9mR43ICJN8e8YZvyEDmViOvoz2yA6hGyVVCLC&#10;ep5zrrNlcjkiaK0VyLKQ/xXKXwAAAP//AwBQSwECLQAUAAYACAAAACEAtoM4kv4AAADhAQAAEwAA&#10;AAAAAAAAAAAAAAAAAAAAW0NvbnRlbnRfVHlwZXNdLnhtbFBLAQItABQABgAIAAAAIQA4/SH/1gAA&#10;AJQBAAALAAAAAAAAAAAAAAAAAC8BAABfcmVscy8ucmVsc1BLAQItABQABgAIAAAAIQBF3TTTuQIA&#10;AMAFAAAOAAAAAAAAAAAAAAAAAC4CAABkcnMvZTJvRG9jLnhtbFBLAQItABQABgAIAAAAIQBCBqAF&#10;3QAAAAoBAAAPAAAAAAAAAAAAAAAAABMFAABkcnMvZG93bnJldi54bWxQSwUGAAAAAAQABADzAAAA&#10;HQYAAAAA&#10;" filled="f" stroked="f">
                <v:textbox>
                  <w:txbxContent>
                    <w:p w:rsidR="00FF31CB" w:rsidRPr="00033479" w:rsidRDefault="00E64C5C" w:rsidP="00FF31CB">
                      <w:pPr>
                        <w:spacing w:after="0"/>
                        <w:jc w:val="center"/>
                        <w:rPr>
                          <w:rFonts w:ascii="Aubrey" w:hAnsi="Aubrey" w:cs="Adobe Naskh Medium"/>
                          <w:b/>
                          <w:color w:val="4F6228" w:themeColor="accent3" w:themeShade="80"/>
                          <w:sz w:val="108"/>
                          <w:szCs w:val="108"/>
                        </w:rPr>
                      </w:pPr>
                      <w:r w:rsidRPr="00033479">
                        <w:rPr>
                          <w:rFonts w:ascii="Aubrey" w:hAnsi="Aubrey" w:cs="Adobe Naskh Medium"/>
                          <w:b/>
                          <w:color w:val="4F6228" w:themeColor="accent3" w:themeShade="80"/>
                          <w:sz w:val="108"/>
                          <w:szCs w:val="108"/>
                        </w:rPr>
                        <w:t>CERTIFICATE</w:t>
                      </w:r>
                      <w:r w:rsidR="00CC2357" w:rsidRPr="00033479">
                        <w:rPr>
                          <w:rFonts w:ascii="Aubrey" w:hAnsi="Aubrey" w:cs="Adobe Naskh Medium"/>
                          <w:b/>
                          <w:color w:val="4F6228" w:themeColor="accent3" w:themeShade="80"/>
                          <w:sz w:val="108"/>
                          <w:szCs w:val="108"/>
                        </w:rPr>
                        <w:t xml:space="preserve"> OF SCHOLARSHIP</w:t>
                      </w:r>
                    </w:p>
                    <w:p w:rsidR="001D1256" w:rsidRPr="00033479" w:rsidRDefault="001D1256" w:rsidP="001D1256">
                      <w:pPr>
                        <w:spacing w:after="0"/>
                        <w:jc w:val="center"/>
                        <w:rPr>
                          <w:rFonts w:ascii="Aubrey" w:hAnsi="Aubrey" w:cs="Adobe Naskh Medium"/>
                          <w:b/>
                          <w:color w:val="4F6228" w:themeColor="accent3" w:themeShade="80"/>
                          <w:sz w:val="108"/>
                          <w:szCs w:val="108"/>
                        </w:rPr>
                      </w:pPr>
                    </w:p>
                    <w:p w:rsidR="00946283" w:rsidRPr="00033479" w:rsidRDefault="00946283" w:rsidP="00946283">
                      <w:pPr>
                        <w:spacing w:after="40"/>
                        <w:rPr>
                          <w:rFonts w:ascii="Aubrey" w:hAnsi="Aubrey" w:cs="Adobe Hebrew"/>
                          <w:b/>
                          <w:color w:val="4F6228" w:themeColor="accent3" w:themeShade="80"/>
                          <w:sz w:val="108"/>
                          <w:szCs w:val="108"/>
                        </w:rPr>
                      </w:pPr>
                      <w:r w:rsidRPr="00033479">
                        <w:rPr>
                          <w:rFonts w:ascii="Aubrey" w:hAnsi="Aubrey" w:cs="Adobe Hebrew"/>
                          <w:b/>
                          <w:color w:val="4F6228" w:themeColor="accent3" w:themeShade="80"/>
                          <w:sz w:val="108"/>
                          <w:szCs w:val="108"/>
                        </w:rPr>
                        <w:t xml:space="preserve">     </w:t>
                      </w:r>
                    </w:p>
                    <w:p w:rsidR="00946283" w:rsidRPr="00033479" w:rsidRDefault="00946283" w:rsidP="00946283">
                      <w:pPr>
                        <w:spacing w:after="40"/>
                        <w:rPr>
                          <w:rFonts w:ascii="Aubrey" w:hAnsi="Aubrey" w:cs="Adobe Hebrew"/>
                          <w:b/>
                          <w:color w:val="4F6228" w:themeColor="accent3" w:themeShade="80"/>
                          <w:sz w:val="108"/>
                          <w:szCs w:val="108"/>
                        </w:rPr>
                      </w:pPr>
                      <w:r w:rsidRPr="00033479">
                        <w:rPr>
                          <w:rFonts w:ascii="Aubrey" w:hAnsi="Aubrey" w:cs="Adobe Hebrew"/>
                          <w:b/>
                          <w:color w:val="4F6228" w:themeColor="accent3" w:themeShade="80"/>
                          <w:sz w:val="108"/>
                          <w:szCs w:val="108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033479" w:rsidRDefault="00946283" w:rsidP="00946283">
                      <w:pPr>
                        <w:spacing w:after="40"/>
                        <w:rPr>
                          <w:rFonts w:ascii="Aubrey" w:hAnsi="Aubrey" w:cs="Adobe Hebrew"/>
                          <w:b/>
                          <w:color w:val="4F6228" w:themeColor="accent3" w:themeShade="80"/>
                          <w:sz w:val="108"/>
                          <w:szCs w:val="108"/>
                        </w:rPr>
                      </w:pPr>
                      <w:r w:rsidRPr="00033479">
                        <w:rPr>
                          <w:rFonts w:ascii="Aubrey" w:hAnsi="Aubrey" w:cs="Adobe Hebrew"/>
                          <w:b/>
                          <w:color w:val="4F6228" w:themeColor="accent3" w:themeShade="80"/>
                          <w:sz w:val="108"/>
                          <w:szCs w:val="108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AB11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98F65" wp14:editId="4C2EFA65">
                <wp:simplePos x="0" y="0"/>
                <wp:positionH relativeFrom="column">
                  <wp:posOffset>921385</wp:posOffset>
                </wp:positionH>
                <wp:positionV relativeFrom="paragraph">
                  <wp:posOffset>425450</wp:posOffset>
                </wp:positionV>
                <wp:extent cx="6498590" cy="1117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859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0F" w:rsidRPr="002808CE" w:rsidRDefault="004C390F" w:rsidP="002808CE">
                            <w:pPr>
                              <w:rPr>
                                <w:rFonts w:ascii="Trajan Pro 3" w:hAnsi="Trajan Pro 3"/>
                                <w:color w:val="C0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72.55pt;margin-top:33.5pt;width:511.7pt;height:8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BdtgIAAL8FAAAOAAAAZHJzL2Uyb0RvYy54bWysVNtunDAQfa/Uf7D8TrjUywIKWyXLUlVK&#10;L1LSD/CCWayCjWxnIa367x2bvSV5qdrygGzP+MyZmeO5fj/1HdozpbkUOQ6vAoyYqGTNxS7H3x5K&#10;L8FIGypq2knBcvzENH6/evvmehwyFslWdjVTCECEzsYhx60xQ+b7umpZT/WVHJgAYyNVTw1s1c6v&#10;FR0Bve/8KAhif5SqHpSsmNZwWsxGvHL4TcMq86VpNDOoyzFwM+6v3H9r//7qmmY7RYeWVwca9C9Y&#10;9JQLCHqCKqih6FHxV1A9r5TUsjFXlex92TS8Yi4HyCYMXmRz39KBuVygOHo4lUn/P9jq8/6rQrzO&#10;cYSRoD206IFNBt3KCUW2OuOgM3C6H8DNTHAMXXaZ6uFOVt81EnLdUrFjN0rJsWW0BnahvelfXJ1x&#10;tAXZjp9kDWHoo5EOaGpUb0sHxUCADl16OnXGUqngMCZpskjBVIEtDMNlHLje+TQ7Xh+UNh+Y7JFd&#10;5FhB6x083d9pY+nQ7OhiowlZ8q5z7e/EswNwnE8gOFy1NkvDdfNnGqSbZJMQj0TxxiNBUXg35Zp4&#10;cRkuF8W7Yr0uwl82bkiyltc1EzbMUVkh+bPOHTQ+a+KkLS07Xls4S0mr3XbdKbSnoOzSfa7oYDm7&#10;+c9puCJALi9SCiMS3EapV8bJ0iMlWXjpMki8IExv0zggKSnK5yndccH+PSU05jhdRItZTWfSL3IL&#10;3Pc6N5r13MDs6Hif4+TkRDOrwY2oXWsN5d28viiFpX8uBbT72GinWCvSWa5m2k6HpwFgVs1bWT+B&#10;hJUEgYEYYe7BopXqB0YjzJAcCxhyGHUfBTyCNCTEjhy3IYtlBBt1adleWqioACjHBqN5uTbzmHoc&#10;FN+1EOf47G7g4ZTcSfrM6fDcYEq4zA4TzY6hy73zOs/d1W8AAAD//wMAUEsDBBQABgAIAAAAIQDn&#10;P0W33QAAAAsBAAAPAAAAZHJzL2Rvd25yZXYueG1sTI9BTsMwEEX3SNzBGiR21E5IQghxKlRgTSkc&#10;wI1NHBKPo9htA6dnuoLl1zz9eb9eL25kRzOH3qOEZCWAGWy97rGT8PH+clMCC1GhVqNHI+HbBFg3&#10;lxe1qrQ/4Zs57mLHqARDpSTYGKeK89Ba41RY+ckg3T797FSkOHdcz+pE5W7kqRAFd6pH+mDVZDbW&#10;tMPu4CSUwr0Ow326DS77SXK7efLP05eU11fL4wOwaJb4B8NZn9ShIae9P6AObKSc5QmhEoo72nQG&#10;kqLMge0lpNmtAN7U/P+G5hcAAP//AwBQSwECLQAUAAYACAAAACEAtoM4kv4AAADhAQAAEwAAAAAA&#10;AAAAAAAAAAAAAAAAW0NvbnRlbnRfVHlwZXNdLnhtbFBLAQItABQABgAIAAAAIQA4/SH/1gAAAJQB&#10;AAALAAAAAAAAAAAAAAAAAC8BAABfcmVscy8ucmVsc1BLAQItABQABgAIAAAAIQCCYuBdtgIAAL8F&#10;AAAOAAAAAAAAAAAAAAAAAC4CAABkcnMvZTJvRG9jLnhtbFBLAQItABQABgAIAAAAIQDnP0W33QAA&#10;AAsBAAAPAAAAAAAAAAAAAAAAABAFAABkcnMvZG93bnJldi54bWxQSwUGAAAAAAQABADzAAAAGgYA&#10;AAAA&#10;" filled="f" stroked="f">
                <v:textbox style="mso-fit-shape-to-text:t">
                  <w:txbxContent>
                    <w:p w:rsidR="004C390F" w:rsidRPr="002808CE" w:rsidRDefault="004C390F" w:rsidP="002808CE">
                      <w:pPr>
                        <w:rPr>
                          <w:rFonts w:ascii="Trajan Pro 3" w:hAnsi="Trajan Pro 3"/>
                          <w:color w:val="C0000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3" cy="581532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3" cy="58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B80" w:rsidRDefault="008D0B80" w:rsidP="004C390F">
      <w:pPr>
        <w:spacing w:after="0" w:line="240" w:lineRule="auto"/>
      </w:pPr>
      <w:r>
        <w:separator/>
      </w:r>
    </w:p>
  </w:endnote>
  <w:endnote w:type="continuationSeparator" w:id="0">
    <w:p w:rsidR="008D0B80" w:rsidRDefault="008D0B80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nt Pro">
    <w:panose1 w:val="02000506040000020004"/>
    <w:charset w:val="00"/>
    <w:family w:val="auto"/>
    <w:pitch w:val="variable"/>
    <w:sig w:usb0="800000AF" w:usb1="1000204A" w:usb2="00000000" w:usb3="00000000" w:csb0="0000009B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ubrey">
    <w:panose1 w:val="02000000000000000000"/>
    <w:charset w:val="00"/>
    <w:family w:val="auto"/>
    <w:pitch w:val="variable"/>
    <w:sig w:usb0="800000A7" w:usb1="10000043" w:usb2="00000000" w:usb3="00000000" w:csb0="00000003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Trajan Pro 3">
    <w:altName w:val="Times New Roman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B80" w:rsidRDefault="008D0B80" w:rsidP="004C390F">
      <w:pPr>
        <w:spacing w:after="0" w:line="240" w:lineRule="auto"/>
      </w:pPr>
      <w:r>
        <w:separator/>
      </w:r>
    </w:p>
  </w:footnote>
  <w:footnote w:type="continuationSeparator" w:id="0">
    <w:p w:rsidR="008D0B80" w:rsidRDefault="008D0B80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33479"/>
    <w:rsid w:val="000954E6"/>
    <w:rsid w:val="000F0E80"/>
    <w:rsid w:val="000F3348"/>
    <w:rsid w:val="001069DD"/>
    <w:rsid w:val="001112C9"/>
    <w:rsid w:val="00132BFB"/>
    <w:rsid w:val="001570B9"/>
    <w:rsid w:val="00193F6D"/>
    <w:rsid w:val="001944FC"/>
    <w:rsid w:val="001A6861"/>
    <w:rsid w:val="001B7057"/>
    <w:rsid w:val="001D1256"/>
    <w:rsid w:val="00230E82"/>
    <w:rsid w:val="00231FB8"/>
    <w:rsid w:val="00276818"/>
    <w:rsid w:val="002808CE"/>
    <w:rsid w:val="00300E38"/>
    <w:rsid w:val="0030587A"/>
    <w:rsid w:val="00363676"/>
    <w:rsid w:val="003C1D08"/>
    <w:rsid w:val="003C782F"/>
    <w:rsid w:val="003D3E2C"/>
    <w:rsid w:val="003D6346"/>
    <w:rsid w:val="003F270A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E0399"/>
    <w:rsid w:val="005E138B"/>
    <w:rsid w:val="00686AD4"/>
    <w:rsid w:val="00697FFB"/>
    <w:rsid w:val="006B6691"/>
    <w:rsid w:val="006C7277"/>
    <w:rsid w:val="006D1E06"/>
    <w:rsid w:val="00717246"/>
    <w:rsid w:val="007B4CEA"/>
    <w:rsid w:val="007C5BD3"/>
    <w:rsid w:val="007C64F7"/>
    <w:rsid w:val="007F4F79"/>
    <w:rsid w:val="008357EC"/>
    <w:rsid w:val="00860F42"/>
    <w:rsid w:val="00880C4C"/>
    <w:rsid w:val="0088236C"/>
    <w:rsid w:val="008C55B3"/>
    <w:rsid w:val="008D0B80"/>
    <w:rsid w:val="008E3317"/>
    <w:rsid w:val="009430FC"/>
    <w:rsid w:val="00946283"/>
    <w:rsid w:val="009507D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71D5"/>
    <w:rsid w:val="00B9041C"/>
    <w:rsid w:val="00BA379E"/>
    <w:rsid w:val="00BB16D7"/>
    <w:rsid w:val="00C214DF"/>
    <w:rsid w:val="00C7133E"/>
    <w:rsid w:val="00C815B0"/>
    <w:rsid w:val="00C9687C"/>
    <w:rsid w:val="00CC2357"/>
    <w:rsid w:val="00D13E1E"/>
    <w:rsid w:val="00D41024"/>
    <w:rsid w:val="00DC3229"/>
    <w:rsid w:val="00DD284F"/>
    <w:rsid w:val="00DE63F0"/>
    <w:rsid w:val="00E37A76"/>
    <w:rsid w:val="00E64C5C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2018-01-05T08:07:00Z</dcterms:created>
  <dcterms:modified xsi:type="dcterms:W3CDTF">2018-01-05T08:07:00Z</dcterms:modified>
</cp:coreProperties>
</file>