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9507D3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0A5068" wp14:editId="73BB84A3">
                <wp:simplePos x="0" y="0"/>
                <wp:positionH relativeFrom="column">
                  <wp:posOffset>-152400</wp:posOffset>
                </wp:positionH>
                <wp:positionV relativeFrom="paragraph">
                  <wp:posOffset>838200</wp:posOffset>
                </wp:positionV>
                <wp:extent cx="7562850" cy="676275"/>
                <wp:effectExtent l="0" t="0" r="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9507D3" w:rsidRDefault="00231FB8" w:rsidP="00FF31CB">
                            <w:pPr>
                              <w:spacing w:after="0"/>
                              <w:jc w:val="center"/>
                              <w:rPr>
                                <w:rFonts w:ascii="Advent Pro" w:hAnsi="Advent Pro" w:cs="Adobe Naskh Medium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</w:pPr>
                            <w:r w:rsidRPr="009507D3">
                              <w:rPr>
                                <w:rFonts w:ascii="Advent Pro" w:hAnsi="Advent Pro" w:cs="Adobe Naskh Medium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  <w:t>SCHOLARSHIP</w:t>
                            </w:r>
                            <w:r w:rsidR="00E64C5C" w:rsidRPr="009507D3">
                              <w:rPr>
                                <w:rFonts w:ascii="Advent Pro" w:hAnsi="Advent Pro" w:cs="Adobe Naskh Medium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  <w:t xml:space="preserve"> </w:t>
                            </w:r>
                            <w:r w:rsidR="00E64C5C" w:rsidRPr="009507D3">
                              <w:rPr>
                                <w:rFonts w:ascii="Advent Pro" w:hAnsi="Advent Pro" w:cs="Adobe Naskh Medium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  <w:t>CERTIFICATE</w:t>
                            </w:r>
                          </w:p>
                          <w:p w:rsidR="001D1256" w:rsidRPr="009507D3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Advent Pro" w:hAnsi="Advent Pro" w:cs="Adobe Naskh Medium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</w:pPr>
                          </w:p>
                          <w:p w:rsidR="00946283" w:rsidRPr="009507D3" w:rsidRDefault="00946283" w:rsidP="00946283">
                            <w:pPr>
                              <w:spacing w:after="40"/>
                              <w:rPr>
                                <w:rFonts w:ascii="Advent Pro" w:hAnsi="Advent Pro" w:cs="Adobe Hebrew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</w:pPr>
                            <w:r w:rsidRPr="009507D3">
                              <w:rPr>
                                <w:rFonts w:ascii="Advent Pro" w:hAnsi="Advent Pro" w:cs="Adobe Hebrew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  <w:t xml:space="preserve">     </w:t>
                            </w:r>
                          </w:p>
                          <w:p w:rsidR="00946283" w:rsidRPr="009507D3" w:rsidRDefault="00946283" w:rsidP="00946283">
                            <w:pPr>
                              <w:spacing w:after="40"/>
                              <w:rPr>
                                <w:rFonts w:ascii="Advent Pro" w:hAnsi="Advent Pro" w:cs="Adobe Hebrew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</w:pPr>
                            <w:r w:rsidRPr="009507D3">
                              <w:rPr>
                                <w:rFonts w:ascii="Advent Pro" w:hAnsi="Advent Pro" w:cs="Adobe Hebrew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9507D3" w:rsidRDefault="00946283" w:rsidP="00946283">
                            <w:pPr>
                              <w:spacing w:after="40"/>
                              <w:rPr>
                                <w:rFonts w:ascii="Advent Pro" w:hAnsi="Advent Pro" w:cs="Adobe Hebrew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</w:pPr>
                            <w:r w:rsidRPr="009507D3">
                              <w:rPr>
                                <w:rFonts w:ascii="Advent Pro" w:hAnsi="Advent Pro" w:cs="Adobe Hebrew"/>
                                <w:b/>
                                <w:color w:val="943634" w:themeColor="accent2" w:themeShade="BF"/>
                                <w:sz w:val="74"/>
                                <w:szCs w:val="74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2pt;margin-top:66pt;width:595.5pt;height:5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XKswIAALkFAAAOAAAAZHJzL2Uyb0RvYy54bWysVNtu2zAMfR+wfxD07vpS31GnaON4GNBd&#10;gHYfoNhyLMyWPEmJ0w3791FykqYtBgzb/GBIInXIQx7x6no/9GhHpWKCF9i/8DCivBYN45sCf3mo&#10;nBQjpQlvSC84LfAjVfh68fbN1TTmNBCd6BsqEYBwlU9jgTutx9x1Vd3RgagLMVIOxlbIgWjYyo3b&#10;SDIB+tC7gefF7iRkM0pRU6XgtJyNeGHx25bW+lPbKqpRX2DITdu/tP+1+buLK5JvJBk7Vh/SIH+R&#10;xUAYh6AnqJJograSvYIaWC2FEq2+qMXgirZlNbUcgI3vvWBz35GRWi5QHDWeyqT+H2z9cfdZItYU&#10;+BIjTgZo0QPda3Qr9igx1ZlGlYPT/Qhueg/H0GXLVI13ov6qEBfLjvANvZFSTB0lDWTnm5vu2dUZ&#10;RxmQ9fRBNBCGbLWwQPtWDqZ0UAwE6NClx1NnTCo1HCZRHKQRmGqwxUkcJJENQfLj7VEq/Y6KAZlF&#10;gSV03qKT3Z3SJhuSH11MMC4q1ve2+z1/dgCO8wnEhqvGZrKwzfyRedkqXaWhEwbxygm9snRuqmXo&#10;xJWfROVluVyW/k8T1w/zjjUN5SbMUVh++GeNO0h8lsRJWkr0rDFwJiUlN+tlL9GOgLAr+x0Kcubm&#10;Pk/DFgG4vKDkB6F3G2ROFaeJE1Zh5GSJlzqen91msRdmYVk9p3THOP13SmgqcBYF0Sym33Lz7Pea&#10;G8kHpmF09GwocHpyIrmR4Io3trWasH5en5XCpP9UCmj3sdFWsEajs1r1fr0HFKPitWgeQbpSgLJA&#10;hDDvYNEJ+R2jCWZHgdW3LZEUo/49B/lnfhiaYWM3YZQEsJHnlvW5hfAaoAqsMZqXSz0PqO0o2aaD&#10;SPOD4+IGnkzLrJqfsjo8NJgPltRhlpkBdL63Xk8Td/ELAAD//wMAUEsDBBQABgAIAAAAIQCIPmrW&#10;4AAAAAwBAAAPAAAAZHJzL2Rvd25yZXYueG1sTI/NTsMwEITvSLyDtUjcWrvpDyXEqSoQVxBtQeLm&#10;xtskaryOYrcJb9/tqdxmNaPZb7LV4Bpxxi7UnjRMxgoEUuFtTaWG3fZ9tAQRoiFrGk+o4Q8DrPL7&#10;u8yk1vf0hedNLAWXUEiNhirGNpUyFBU6E8a+RWLv4DtnIp9dKW1nei53jUyUWkhnauIPlWnxtcLi&#10;uDk5Dd8fh9+fmfos39y87f2gJLlnqfXjw7B+ARFxiLcwXPEZHXJm2vsT2SAaDaNkxlsiG9OExTUx&#10;WTyx2mtIpss5yDyT/0fkFwAAAP//AwBQSwECLQAUAAYACAAAACEAtoM4kv4AAADhAQAAEwAAAAAA&#10;AAAAAAAAAAAAAAAAW0NvbnRlbnRfVHlwZXNdLnhtbFBLAQItABQABgAIAAAAIQA4/SH/1gAAAJQB&#10;AAALAAAAAAAAAAAAAAAAAC8BAABfcmVscy8ucmVsc1BLAQItABQABgAIAAAAIQDmLiXKswIAALkF&#10;AAAOAAAAAAAAAAAAAAAAAC4CAABkcnMvZTJvRG9jLnhtbFBLAQItABQABgAIAAAAIQCIPmrW4AAA&#10;AAwBAAAPAAAAAAAAAAAAAAAAAA0FAABkcnMvZG93bnJldi54bWxQSwUGAAAAAAQABADzAAAAGgYA&#10;AAAA&#10;" filled="f" stroked="f">
                <v:textbox>
                  <w:txbxContent>
                    <w:p w:rsidR="00FF31CB" w:rsidRPr="009507D3" w:rsidRDefault="00231FB8" w:rsidP="00FF31CB">
                      <w:pPr>
                        <w:spacing w:after="0"/>
                        <w:jc w:val="center"/>
                        <w:rPr>
                          <w:rFonts w:ascii="Advent Pro" w:hAnsi="Advent Pro" w:cs="Adobe Naskh Medium"/>
                          <w:b/>
                          <w:color w:val="943634" w:themeColor="accent2" w:themeShade="BF"/>
                          <w:sz w:val="74"/>
                          <w:szCs w:val="74"/>
                        </w:rPr>
                      </w:pPr>
                      <w:r w:rsidRPr="009507D3">
                        <w:rPr>
                          <w:rFonts w:ascii="Advent Pro" w:hAnsi="Advent Pro" w:cs="Adobe Naskh Medium"/>
                          <w:b/>
                          <w:color w:val="943634" w:themeColor="accent2" w:themeShade="BF"/>
                          <w:sz w:val="74"/>
                          <w:szCs w:val="74"/>
                        </w:rPr>
                        <w:t>SCHOLARSHIP</w:t>
                      </w:r>
                      <w:r w:rsidR="00E64C5C" w:rsidRPr="009507D3">
                        <w:rPr>
                          <w:rFonts w:ascii="Advent Pro" w:hAnsi="Advent Pro" w:cs="Adobe Naskh Medium"/>
                          <w:b/>
                          <w:color w:val="943634" w:themeColor="accent2" w:themeShade="BF"/>
                          <w:sz w:val="74"/>
                          <w:szCs w:val="74"/>
                        </w:rPr>
                        <w:t xml:space="preserve"> </w:t>
                      </w:r>
                      <w:r w:rsidR="00E64C5C" w:rsidRPr="009507D3">
                        <w:rPr>
                          <w:rFonts w:ascii="Advent Pro" w:hAnsi="Advent Pro" w:cs="Adobe Naskh Medium"/>
                          <w:b/>
                          <w:color w:val="943634" w:themeColor="accent2" w:themeShade="BF"/>
                          <w:sz w:val="74"/>
                          <w:szCs w:val="74"/>
                        </w:rPr>
                        <w:t>CERTIFICATE</w:t>
                      </w:r>
                    </w:p>
                    <w:p w:rsidR="001D1256" w:rsidRPr="009507D3" w:rsidRDefault="001D1256" w:rsidP="001D1256">
                      <w:pPr>
                        <w:spacing w:after="0"/>
                        <w:jc w:val="center"/>
                        <w:rPr>
                          <w:rFonts w:ascii="Advent Pro" w:hAnsi="Advent Pro" w:cs="Adobe Naskh Medium"/>
                          <w:b/>
                          <w:color w:val="943634" w:themeColor="accent2" w:themeShade="BF"/>
                          <w:sz w:val="74"/>
                          <w:szCs w:val="74"/>
                        </w:rPr>
                      </w:pPr>
                    </w:p>
                    <w:p w:rsidR="00946283" w:rsidRPr="009507D3" w:rsidRDefault="00946283" w:rsidP="00946283">
                      <w:pPr>
                        <w:spacing w:after="40"/>
                        <w:rPr>
                          <w:rFonts w:ascii="Advent Pro" w:hAnsi="Advent Pro" w:cs="Adobe Hebrew"/>
                          <w:b/>
                          <w:color w:val="943634" w:themeColor="accent2" w:themeShade="BF"/>
                          <w:sz w:val="74"/>
                          <w:szCs w:val="74"/>
                        </w:rPr>
                      </w:pPr>
                      <w:r w:rsidRPr="009507D3">
                        <w:rPr>
                          <w:rFonts w:ascii="Advent Pro" w:hAnsi="Advent Pro" w:cs="Adobe Hebrew"/>
                          <w:b/>
                          <w:color w:val="943634" w:themeColor="accent2" w:themeShade="BF"/>
                          <w:sz w:val="74"/>
                          <w:szCs w:val="74"/>
                        </w:rPr>
                        <w:t xml:space="preserve">     </w:t>
                      </w:r>
                    </w:p>
                    <w:p w:rsidR="00946283" w:rsidRPr="009507D3" w:rsidRDefault="00946283" w:rsidP="00946283">
                      <w:pPr>
                        <w:spacing w:after="40"/>
                        <w:rPr>
                          <w:rFonts w:ascii="Advent Pro" w:hAnsi="Advent Pro" w:cs="Adobe Hebrew"/>
                          <w:b/>
                          <w:color w:val="943634" w:themeColor="accent2" w:themeShade="BF"/>
                          <w:sz w:val="74"/>
                          <w:szCs w:val="74"/>
                        </w:rPr>
                      </w:pPr>
                      <w:r w:rsidRPr="009507D3">
                        <w:rPr>
                          <w:rFonts w:ascii="Advent Pro" w:hAnsi="Advent Pro" w:cs="Adobe Hebrew"/>
                          <w:b/>
                          <w:color w:val="943634" w:themeColor="accent2" w:themeShade="BF"/>
                          <w:sz w:val="74"/>
                          <w:szCs w:val="74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9507D3" w:rsidRDefault="00946283" w:rsidP="00946283">
                      <w:pPr>
                        <w:spacing w:after="40"/>
                        <w:rPr>
                          <w:rFonts w:ascii="Advent Pro" w:hAnsi="Advent Pro" w:cs="Adobe Hebrew"/>
                          <w:b/>
                          <w:color w:val="943634" w:themeColor="accent2" w:themeShade="BF"/>
                          <w:sz w:val="74"/>
                          <w:szCs w:val="74"/>
                        </w:rPr>
                      </w:pPr>
                      <w:r w:rsidRPr="009507D3">
                        <w:rPr>
                          <w:rFonts w:ascii="Advent Pro" w:hAnsi="Advent Pro" w:cs="Adobe Hebrew"/>
                          <w:b/>
                          <w:color w:val="943634" w:themeColor="accent2" w:themeShade="BF"/>
                          <w:sz w:val="74"/>
                          <w:szCs w:val="74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CF77D0" wp14:editId="40344A11">
                <wp:simplePos x="0" y="0"/>
                <wp:positionH relativeFrom="column">
                  <wp:posOffset>-180340</wp:posOffset>
                </wp:positionH>
                <wp:positionV relativeFrom="paragraph">
                  <wp:posOffset>2019300</wp:posOffset>
                </wp:positionV>
                <wp:extent cx="8636000" cy="4285615"/>
                <wp:effectExtent l="0" t="0" r="0" b="63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428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9507D3" w:rsidRDefault="0047704B" w:rsidP="00FD5A6D">
                            <w:pPr>
                              <w:jc w:val="center"/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9507D3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scholarship is awarded</w:t>
                            </w:r>
                            <w:r w:rsidR="007C64F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279B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to </w:t>
                            </w:r>
                          </w:p>
                          <w:p w:rsidR="007F4F79" w:rsidRPr="009507D3" w:rsidRDefault="007F4F79" w:rsidP="008357EC">
                            <w:pPr>
                              <w:spacing w:after="480"/>
                              <w:jc w:val="center"/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____________</w:t>
                            </w:r>
                            <w:r w:rsidR="005E0399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8357EC" w:rsidRPr="009507D3" w:rsidRDefault="009507D3" w:rsidP="00BB16D7">
                            <w:pPr>
                              <w:spacing w:after="480"/>
                              <w:jc w:val="center"/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In recognition of academic achievement and demonstrated ethics in conversation </w:t>
                            </w:r>
                          </w:p>
                          <w:p w:rsidR="00363676" w:rsidRPr="009507D3" w:rsidRDefault="00231FB8" w:rsidP="009507D3">
                            <w:pPr>
                              <w:spacing w:after="960"/>
                              <w:jc w:val="center"/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Awarded on</w:t>
                            </w:r>
                            <w:r w:rsidR="008357EC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_</w:t>
                            </w:r>
                            <w:r w:rsidR="000F0E80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______</w:t>
                            </w: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_____</w:t>
                            </w:r>
                            <w:r w:rsidR="00946283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</w:t>
                            </w:r>
                            <w:r w:rsidR="00880C4C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</w:t>
                            </w:r>
                            <w:r w:rsidR="008C55B3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Chairman</w:t>
                            </w:r>
                            <w:r w:rsidR="008357EC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__</w:t>
                            </w:r>
                            <w:r w:rsidR="008357EC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_________</w:t>
                            </w:r>
                          </w:p>
                          <w:p w:rsidR="00363676" w:rsidRPr="009507D3" w:rsidRDefault="00FD5A6D" w:rsidP="00FD5A6D">
                            <w:pPr>
                              <w:spacing w:after="0"/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r w:rsidR="00BB16D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bookmarkStart w:id="0" w:name="_GoBack"/>
                            <w:r w:rsidR="00BB16D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7C64F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__________       </w:t>
                            </w:r>
                            <w:r w:rsidR="008C55B3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                         </w:t>
                            </w:r>
                            <w:r w:rsidR="000F0E80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4267CC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7C64F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BB16D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="009507D3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7C64F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____</w:t>
                            </w:r>
                            <w:r w:rsidR="00363676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_____</w:t>
                            </w:r>
                          </w:p>
                          <w:p w:rsidR="00363676" w:rsidRPr="009507D3" w:rsidRDefault="000F0E80" w:rsidP="004267CC">
                            <w:pPr>
                              <w:spacing w:after="0"/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47704B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C7133E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          </w:t>
                            </w:r>
                            <w:r w:rsidR="00FD5A6D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363676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Signature               </w:t>
                            </w:r>
                            <w:r w:rsidR="008C55B3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="00363676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 w:rsidR="008C55B3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1D1256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231FB8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              </w:t>
                            </w:r>
                            <w:r w:rsidR="00BB16D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267CC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7133E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7704B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B16D7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363676" w:rsidRPr="009507D3">
                              <w:rPr>
                                <w:rFonts w:ascii="Belleza" w:hAnsi="Belleza" w:cs="Adobe Naskh Medium"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Date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4.2pt;margin-top:159pt;width:680pt;height:33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JHguwIAAMI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iLMBK0A44e2MGgW3lAc9ueodcpeN334GcOcAyurlTd38nyq0ZCrhoqtuxGKTk0jFaQXmhv+pOr&#10;I462IJvhg6wgDN0Z6YAOteps76AbCNCBpsczNTaVEg4X8WUcBGAqwUaixSwOZy4GTU/Xe6XNOyY7&#10;ZBcZVsC9g6f7O21sOjQ9udhoQha8bR3/rXhxAI7jCQSHq9Zm03B0PiVBsl6sF8QjUbz2SJDn3k2x&#10;Il5chPNZfpmvVnn4w8YNSdrwqmLChjlJKyR/Rt1R5KMozuLSsuWVhbMpabXdrFqF9hSkXbjv2JCJ&#10;m/8yDdcEqOVVSWFEgtso8Yp4MfdIQWZeMg8WXhAmt0kckITkxcuS7rhg/14SGjKczKLZqKbf1ga0&#10;W+ZHBie10bTjBoZHyzvQx9mJplaDa1E5ag3l7bietMKm/9wKoPtEtFOsFekoV3PYHMa3YaNbNW9k&#10;9QgSVhIEBmKEwQeLRqrvGA0wRDKsv+2oYhi17wU8gyQkxE4dtyGzeQQbNbVsphYqSoDKsMFoXK7M&#10;OKl2veLbBiKND0/IG3g6NXeifs7q+OBgULjajkPNTqLp3nk9j97lTwAAAP//AwBQSwMEFAAGAAgA&#10;AAAhANbQidDgAAAADAEAAA8AAABkcnMvZG93bnJldi54bWxMj8tugzAQRfeV+g/WVOousYE0AsIQ&#10;Va26bdX0IWXnwARQ8RhhJ9C/r7NqlqM5uvfcYjubXpxpdJ1lhGipQBBXtu64Qfj8eFmkIJzXXOve&#10;MiH8koNteXtT6Ly2E7/TeecbEULY5Rqh9X7IpXRVS0a7pR2Iw+9oR6N9OMdG1qOeQrjpZazUWhrd&#10;cWho9UBPLVU/u5NB+Ho97r9X6q15Ng/DZGcl2WQS8f5uftyA8DT7fxgu+kEdyuB0sCeunegRFnG6&#10;CihCEqVh1IVIkmgN4oCQZXEGsizk9YjyDwAA//8DAFBLAQItABQABgAIAAAAIQC2gziS/gAAAOEB&#10;AAATAAAAAAAAAAAAAAAAAAAAAABbQ29udGVudF9UeXBlc10ueG1sUEsBAi0AFAAGAAgAAAAhADj9&#10;If/WAAAAlAEAAAsAAAAAAAAAAAAAAAAALwEAAF9yZWxzLy5yZWxzUEsBAi0AFAAGAAgAAAAhAAUg&#10;keC7AgAAwgUAAA4AAAAAAAAAAAAAAAAALgIAAGRycy9lMm9Eb2MueG1sUEsBAi0AFAAGAAgAAAAh&#10;ANbQidDgAAAADAEAAA8AAAAAAAAAAAAAAAAAFQUAAGRycy9kb3ducmV2LnhtbFBLBQYAAAAABAAE&#10;APMAAAAiBgAAAAA=&#10;" filled="f" stroked="f">
                <v:textbox>
                  <w:txbxContent>
                    <w:p w:rsidR="004A6C01" w:rsidRPr="009507D3" w:rsidRDefault="0047704B" w:rsidP="00FD5A6D">
                      <w:pPr>
                        <w:jc w:val="center"/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This </w:t>
                      </w:r>
                      <w:r w:rsidR="009507D3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scholarship is awarded</w:t>
                      </w:r>
                      <w:r w:rsidR="007C64F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="004A279B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to </w:t>
                      </w:r>
                    </w:p>
                    <w:p w:rsidR="007F4F79" w:rsidRPr="009507D3" w:rsidRDefault="007F4F79" w:rsidP="008357EC">
                      <w:pPr>
                        <w:spacing w:after="480"/>
                        <w:jc w:val="center"/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____________</w:t>
                      </w:r>
                      <w:r w:rsidR="005E0399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___________</w:t>
                      </w:r>
                    </w:p>
                    <w:p w:rsidR="008357EC" w:rsidRPr="009507D3" w:rsidRDefault="009507D3" w:rsidP="00BB16D7">
                      <w:pPr>
                        <w:spacing w:after="480"/>
                        <w:jc w:val="center"/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In recognition of academic achievement and demonstrated ethics in conversation </w:t>
                      </w:r>
                    </w:p>
                    <w:p w:rsidR="00363676" w:rsidRPr="009507D3" w:rsidRDefault="00231FB8" w:rsidP="009507D3">
                      <w:pPr>
                        <w:spacing w:after="960"/>
                        <w:jc w:val="center"/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Awarded on</w:t>
                      </w:r>
                      <w:r w:rsidR="008357EC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_</w:t>
                      </w:r>
                      <w:r w:rsidR="000F0E80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______</w:t>
                      </w: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_____</w:t>
                      </w:r>
                      <w:r w:rsidR="00946283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</w:t>
                      </w:r>
                      <w:r w:rsidR="00880C4C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</w:t>
                      </w:r>
                      <w:r w:rsidR="008C55B3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Chairman</w:t>
                      </w:r>
                      <w:r w:rsidR="008357EC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="007C64F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__</w:t>
                      </w:r>
                      <w:r w:rsidR="008357EC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_________</w:t>
                      </w:r>
                    </w:p>
                    <w:p w:rsidR="00363676" w:rsidRPr="009507D3" w:rsidRDefault="00FD5A6D" w:rsidP="00FD5A6D">
                      <w:pPr>
                        <w:spacing w:after="0"/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        </w:t>
                      </w:r>
                      <w:r w:rsidR="00BB16D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 </w:t>
                      </w:r>
                      <w:bookmarkStart w:id="1" w:name="_GoBack"/>
                      <w:r w:rsidR="00BB16D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</w:t>
                      </w:r>
                      <w:r w:rsidR="007C64F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="00363676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__________       </w:t>
                      </w:r>
                      <w:r w:rsidR="008C55B3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                         </w:t>
                      </w:r>
                      <w:r w:rsidR="000F0E80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</w:t>
                      </w:r>
                      <w:r w:rsidR="004267CC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</w:t>
                      </w:r>
                      <w:r w:rsidR="007C64F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</w:t>
                      </w:r>
                      <w:r w:rsidR="00BB16D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         </w:t>
                      </w:r>
                      <w:r w:rsidR="009507D3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</w:t>
                      </w:r>
                      <w:r w:rsidR="007C64F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____</w:t>
                      </w:r>
                      <w:r w:rsidR="00363676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_____</w:t>
                      </w:r>
                    </w:p>
                    <w:p w:rsidR="00363676" w:rsidRPr="009507D3" w:rsidRDefault="000F0E80" w:rsidP="004267CC">
                      <w:pPr>
                        <w:spacing w:after="0"/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</w:t>
                      </w:r>
                      <w:r w:rsidR="0047704B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</w:t>
                      </w:r>
                      <w:r w:rsidR="00C7133E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          </w:t>
                      </w:r>
                      <w:r w:rsidR="00FD5A6D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</w:t>
                      </w:r>
                      <w:r w:rsidR="00363676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Signature               </w:t>
                      </w:r>
                      <w:r w:rsidR="008C55B3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           </w:t>
                      </w:r>
                      <w:r w:rsidR="00363676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   </w:t>
                      </w:r>
                      <w:r w:rsidR="008C55B3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="00363676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</w:t>
                      </w:r>
                      <w:r w:rsidR="001D1256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</w:t>
                      </w:r>
                      <w:r w:rsidR="00231FB8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              </w:t>
                      </w:r>
                      <w:r w:rsidR="00BB16D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="004267CC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="00C7133E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="007C64F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="0047704B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</w:t>
                      </w:r>
                      <w:r w:rsidR="00BB16D7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 xml:space="preserve">  </w:t>
                      </w:r>
                      <w:r w:rsidR="00363676" w:rsidRPr="009507D3">
                        <w:rPr>
                          <w:rFonts w:ascii="Belleza" w:hAnsi="Belleza" w:cs="Adobe Naskh Medium"/>
                          <w:color w:val="943634" w:themeColor="accent2" w:themeShade="BF"/>
                          <w:sz w:val="36"/>
                          <w:szCs w:val="36"/>
                        </w:rPr>
                        <w:t>Date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B11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98F65" wp14:editId="4C2EFA65">
                <wp:simplePos x="0" y="0"/>
                <wp:positionH relativeFrom="column">
                  <wp:posOffset>921385</wp:posOffset>
                </wp:positionH>
                <wp:positionV relativeFrom="paragraph">
                  <wp:posOffset>425450</wp:posOffset>
                </wp:positionV>
                <wp:extent cx="6498590" cy="1117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859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0F" w:rsidRPr="002808CE" w:rsidRDefault="004C390F" w:rsidP="002808CE">
                            <w:pPr>
                              <w:rPr>
                                <w:rFonts w:ascii="Trajan Pro 3" w:hAnsi="Trajan Pro 3"/>
                                <w:color w:val="C0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72.55pt;margin-top:33.5pt;width:511.7pt;height:8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BdtgIAAL8FAAAOAAAAZHJzL2Uyb0RvYy54bWysVNtunDAQfa/Uf7D8TrjUywIKWyXLUlVK&#10;L1LSD/CCWayCjWxnIa367x2bvSV5qdrygGzP+MyZmeO5fj/1HdozpbkUOQ6vAoyYqGTNxS7H3x5K&#10;L8FIGypq2knBcvzENH6/evvmehwyFslWdjVTCECEzsYhx60xQ+b7umpZT/WVHJgAYyNVTw1s1c6v&#10;FR0Bve/8KAhif5SqHpSsmNZwWsxGvHL4TcMq86VpNDOoyzFwM+6v3H9r//7qmmY7RYeWVwca9C9Y&#10;9JQLCHqCKqih6FHxV1A9r5TUsjFXlex92TS8Yi4HyCYMXmRz39KBuVygOHo4lUn/P9jq8/6rQrzO&#10;cYSRoD206IFNBt3KCUW2OuOgM3C6H8DNTHAMXXaZ6uFOVt81EnLdUrFjN0rJsWW0BnahvelfXJ1x&#10;tAXZjp9kDWHoo5EOaGpUb0sHxUCADl16OnXGUqngMCZpskjBVIEtDMNlHLje+TQ7Xh+UNh+Y7JFd&#10;5FhB6x083d9pY+nQ7OhiowlZ8q5z7e/EswNwnE8gOFy1NkvDdfNnGqSbZJMQj0TxxiNBUXg35Zp4&#10;cRkuF8W7Yr0uwl82bkiyltc1EzbMUVkh+bPOHTQ+a+KkLS07Xls4S0mr3XbdKbSnoOzSfa7oYDm7&#10;+c9puCJALi9SCiMS3EapV8bJ0iMlWXjpMki8IExv0zggKSnK5yndccH+PSU05jhdRItZTWfSL3IL&#10;3Pc6N5r13MDs6Hif4+TkRDOrwY2oXWsN5d28viiFpX8uBbT72GinWCvSWa5m2k6HpwFgVs1bWT+B&#10;hJUEgYEYYe7BopXqB0YjzJAcCxhyGHUfBTyCNCTEjhy3IYtlBBt1adleWqioACjHBqN5uTbzmHoc&#10;FN+1EOf47G7g4ZTcSfrM6fDcYEq4zA4TzY6hy73zOs/d1W8AAAD//wMAUEsDBBQABgAIAAAAIQDn&#10;P0W33QAAAAsBAAAPAAAAZHJzL2Rvd25yZXYueG1sTI9BTsMwEEX3SNzBGiR21E5IQghxKlRgTSkc&#10;wI1NHBKPo9htA6dnuoLl1zz9eb9eL25kRzOH3qOEZCWAGWy97rGT8PH+clMCC1GhVqNHI+HbBFg3&#10;lxe1qrQ/4Zs57mLHqARDpSTYGKeK89Ba41RY+ckg3T797FSkOHdcz+pE5W7kqRAFd6pH+mDVZDbW&#10;tMPu4CSUwr0Ow326DS77SXK7efLP05eU11fL4wOwaJb4B8NZn9ShIae9P6AObKSc5QmhEoo72nQG&#10;kqLMge0lpNmtAN7U/P+G5hcAAP//AwBQSwECLQAUAAYACAAAACEAtoM4kv4AAADhAQAAEwAAAAAA&#10;AAAAAAAAAAAAAAAAW0NvbnRlbnRfVHlwZXNdLnhtbFBLAQItABQABgAIAAAAIQA4/SH/1gAAAJQB&#10;AAALAAAAAAAAAAAAAAAAAC8BAABfcmVscy8ucmVsc1BLAQItABQABgAIAAAAIQCCYuBdtgIAAL8F&#10;AAAOAAAAAAAAAAAAAAAAAC4CAABkcnMvZTJvRG9jLnhtbFBLAQItABQABgAIAAAAIQDnP0W33QAA&#10;AAsBAAAPAAAAAAAAAAAAAAAAABAFAABkcnMvZG93bnJldi54bWxQSwUGAAAAAAQABADzAAAAGgYA&#10;AAAA&#10;" filled="f" stroked="f">
                <v:textbox style="mso-fit-shape-to-text:t">
                  <w:txbxContent>
                    <w:p w:rsidR="004C390F" w:rsidRPr="002808CE" w:rsidRDefault="004C390F" w:rsidP="002808CE">
                      <w:pPr>
                        <w:rPr>
                          <w:rFonts w:ascii="Trajan Pro 3" w:hAnsi="Trajan Pro 3"/>
                          <w:color w:val="C0000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4" cy="581532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4" cy="58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C9" w:rsidRDefault="001112C9" w:rsidP="004C390F">
      <w:pPr>
        <w:spacing w:after="0" w:line="240" w:lineRule="auto"/>
      </w:pPr>
      <w:r>
        <w:separator/>
      </w:r>
    </w:p>
  </w:endnote>
  <w:endnote w:type="continuationSeparator" w:id="0">
    <w:p w:rsidR="001112C9" w:rsidRDefault="001112C9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nt Pro">
    <w:panose1 w:val="02000506040000020004"/>
    <w:charset w:val="00"/>
    <w:family w:val="auto"/>
    <w:pitch w:val="variable"/>
    <w:sig w:usb0="800000AF" w:usb1="1000204A" w:usb2="00000000" w:usb3="00000000" w:csb0="0000009B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Belleza">
    <w:panose1 w:val="02000503050000020003"/>
    <w:charset w:val="00"/>
    <w:family w:val="auto"/>
    <w:pitch w:val="variable"/>
    <w:sig w:usb0="800000AF" w:usb1="5000204B" w:usb2="00000000" w:usb3="00000000" w:csb0="00000001" w:csb1="00000000"/>
  </w:font>
  <w:font w:name="Trajan Pro 3">
    <w:altName w:val="Times New Roman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C9" w:rsidRDefault="001112C9" w:rsidP="004C390F">
      <w:pPr>
        <w:spacing w:after="0" w:line="240" w:lineRule="auto"/>
      </w:pPr>
      <w:r>
        <w:separator/>
      </w:r>
    </w:p>
  </w:footnote>
  <w:footnote w:type="continuationSeparator" w:id="0">
    <w:p w:rsidR="001112C9" w:rsidRDefault="001112C9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0E80"/>
    <w:rsid w:val="000F3348"/>
    <w:rsid w:val="001112C9"/>
    <w:rsid w:val="00132BFB"/>
    <w:rsid w:val="001570B9"/>
    <w:rsid w:val="00193F6D"/>
    <w:rsid w:val="001944FC"/>
    <w:rsid w:val="001A6861"/>
    <w:rsid w:val="001B7057"/>
    <w:rsid w:val="001D1256"/>
    <w:rsid w:val="00230E82"/>
    <w:rsid w:val="00231FB8"/>
    <w:rsid w:val="00276818"/>
    <w:rsid w:val="002808CE"/>
    <w:rsid w:val="00300E38"/>
    <w:rsid w:val="0030587A"/>
    <w:rsid w:val="00363676"/>
    <w:rsid w:val="003C1D08"/>
    <w:rsid w:val="003C782F"/>
    <w:rsid w:val="003D3E2C"/>
    <w:rsid w:val="003D6346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E0399"/>
    <w:rsid w:val="005E138B"/>
    <w:rsid w:val="00686AD4"/>
    <w:rsid w:val="00697FFB"/>
    <w:rsid w:val="006B6691"/>
    <w:rsid w:val="006C7277"/>
    <w:rsid w:val="006D1E06"/>
    <w:rsid w:val="00717246"/>
    <w:rsid w:val="007B4CEA"/>
    <w:rsid w:val="007C5BD3"/>
    <w:rsid w:val="007C64F7"/>
    <w:rsid w:val="007F4F79"/>
    <w:rsid w:val="008357EC"/>
    <w:rsid w:val="00860F42"/>
    <w:rsid w:val="00880C4C"/>
    <w:rsid w:val="0088236C"/>
    <w:rsid w:val="008C55B3"/>
    <w:rsid w:val="008E3317"/>
    <w:rsid w:val="009430FC"/>
    <w:rsid w:val="00946283"/>
    <w:rsid w:val="009507D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71D5"/>
    <w:rsid w:val="00B9041C"/>
    <w:rsid w:val="00BA379E"/>
    <w:rsid w:val="00BB16D7"/>
    <w:rsid w:val="00C214DF"/>
    <w:rsid w:val="00C7133E"/>
    <w:rsid w:val="00C815B0"/>
    <w:rsid w:val="00C9687C"/>
    <w:rsid w:val="00D13E1E"/>
    <w:rsid w:val="00D41024"/>
    <w:rsid w:val="00DC3229"/>
    <w:rsid w:val="00DD284F"/>
    <w:rsid w:val="00E37A76"/>
    <w:rsid w:val="00E64C5C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2018-01-05T07:46:00Z</dcterms:created>
  <dcterms:modified xsi:type="dcterms:W3CDTF">2018-01-05T07:46:00Z</dcterms:modified>
</cp:coreProperties>
</file>