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E64" w:rsidRDefault="00533034" w:rsidP="00DD2E64">
      <w:pPr>
        <w:spacing w:line="200" w:lineRule="exact"/>
        <w:rPr>
          <w:rFonts w:ascii="Times New Roman" w:eastAsia="Times New Roman" w:hAnsi="Times New Roman"/>
          <w:sz w:val="24"/>
        </w:rPr>
      </w:pPr>
      <w:bookmarkStart w:id="0" w:name="_GoBack"/>
      <w:r>
        <w:rPr>
          <w:noProof/>
          <w:lang w:bidi="bn-BD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-436880</wp:posOffset>
            </wp:positionH>
            <wp:positionV relativeFrom="paragraph">
              <wp:posOffset>-1625600</wp:posOffset>
            </wp:positionV>
            <wp:extent cx="9525635" cy="9525635"/>
            <wp:effectExtent l="19050" t="0" r="0" b="0"/>
            <wp:wrapNone/>
            <wp:docPr id="3" name="Picture 2" descr="https://95d0560153dc1f143d11-d446871382b5e7d4f35e6c4cecf7d007.ssl.cf2.rackcdn.com/H-VA653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95d0560153dc1f143d11-d446871382b5e7d4f35e6c4cecf7d007.ssl.cf2.rackcdn.com/H-VA653_L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635" cy="9525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DD2E64" w:rsidRDefault="00DD2E64" w:rsidP="00DD2E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379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0" w:lineRule="atLeast"/>
        <w:ind w:right="-19"/>
        <w:jc w:val="center"/>
        <w:rPr>
          <w:rFonts w:ascii="Arial" w:eastAsia="Arial" w:hAnsi="Arial"/>
          <w:sz w:val="78"/>
        </w:rPr>
      </w:pPr>
      <w:r>
        <w:rPr>
          <w:rFonts w:ascii="Arial" w:eastAsia="Arial" w:hAnsi="Arial"/>
          <w:sz w:val="78"/>
        </w:rPr>
        <w:t>Scholarship Certificate</w:t>
      </w:r>
    </w:p>
    <w:p w:rsidR="00DD2E64" w:rsidRDefault="00DD2E64" w:rsidP="00DD2E64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396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0" w:lineRule="atLeast"/>
        <w:ind w:right="-19"/>
        <w:jc w:val="center"/>
        <w:rPr>
          <w:rFonts w:ascii="Arial" w:eastAsia="Arial" w:hAnsi="Arial"/>
          <w:sz w:val="39"/>
        </w:rPr>
      </w:pPr>
      <w:r>
        <w:rPr>
          <w:rFonts w:ascii="Arial" w:eastAsia="Arial" w:hAnsi="Arial"/>
          <w:sz w:val="39"/>
        </w:rPr>
        <w:t>For the Outstanding Performance</w:t>
      </w:r>
    </w:p>
    <w:p w:rsidR="00DD2E64" w:rsidRDefault="00DD2E64" w:rsidP="00DD2E64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0" w:lineRule="atLeast"/>
        <w:ind w:right="-99"/>
        <w:jc w:val="center"/>
        <w:rPr>
          <w:rFonts w:ascii="Arial" w:eastAsia="Arial" w:hAnsi="Arial"/>
          <w:sz w:val="39"/>
        </w:rPr>
      </w:pPr>
      <w:r>
        <w:rPr>
          <w:rFonts w:ascii="Arial" w:eastAsia="Arial" w:hAnsi="Arial"/>
          <w:sz w:val="39"/>
        </w:rPr>
        <w:t>We Proudly Present</w:t>
      </w:r>
    </w:p>
    <w:p w:rsidR="00DD2E64" w:rsidRDefault="00DD2E64" w:rsidP="00DD2E64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91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0" w:lineRule="atLeast"/>
        <w:ind w:left="2320"/>
        <w:rPr>
          <w:rFonts w:ascii="Arial" w:eastAsia="Arial" w:hAnsi="Arial"/>
          <w:sz w:val="22"/>
        </w:rPr>
      </w:pPr>
      <w:r>
        <w:rPr>
          <w:rFonts w:ascii="Arial" w:eastAsia="Arial" w:hAnsi="Arial"/>
          <w:sz w:val="22"/>
        </w:rPr>
        <w:t>________________________________________________________________________________</w:t>
      </w:r>
    </w:p>
    <w:p w:rsidR="00DD2E64" w:rsidRDefault="00DD2E64" w:rsidP="00DD2E64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5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0" w:lineRule="atLeast"/>
        <w:ind w:right="-19"/>
        <w:jc w:val="center"/>
        <w:rPr>
          <w:rFonts w:ascii="Arial" w:eastAsia="Arial" w:hAnsi="Arial"/>
          <w:sz w:val="39"/>
        </w:rPr>
      </w:pPr>
      <w:r>
        <w:rPr>
          <w:rFonts w:ascii="Arial" w:eastAsia="Arial" w:hAnsi="Arial"/>
          <w:sz w:val="39"/>
        </w:rPr>
        <w:t>With This Scholarship Award for Excellence in</w:t>
      </w:r>
    </w:p>
    <w:p w:rsidR="00DD2E64" w:rsidRDefault="00DD2E64" w:rsidP="00DD2E64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7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0" w:lineRule="atLeast"/>
        <w:ind w:left="1560"/>
        <w:rPr>
          <w:rFonts w:ascii="Arial" w:eastAsia="Arial" w:hAnsi="Arial"/>
          <w:sz w:val="31"/>
        </w:rPr>
      </w:pPr>
      <w:r>
        <w:rPr>
          <w:rFonts w:ascii="Arial" w:eastAsia="Arial" w:hAnsi="Arial"/>
          <w:sz w:val="31"/>
        </w:rPr>
        <w:t>______________________________________________________________</w:t>
      </w:r>
    </w:p>
    <w:p w:rsidR="00DD2E64" w:rsidRDefault="00DD2E64" w:rsidP="00DD2E64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14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tabs>
          <w:tab w:val="left" w:pos="5020"/>
        </w:tabs>
        <w:spacing w:line="0" w:lineRule="atLeast"/>
        <w:ind w:left="2640"/>
        <w:rPr>
          <w:rFonts w:ascii="Arial" w:eastAsia="Arial" w:hAnsi="Arial"/>
          <w:sz w:val="35"/>
        </w:rPr>
      </w:pPr>
      <w:r>
        <w:rPr>
          <w:rFonts w:ascii="Arial" w:eastAsia="Arial" w:hAnsi="Arial"/>
          <w:sz w:val="39"/>
        </w:rPr>
        <w:t>Given this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35"/>
        </w:rPr>
        <w:t>______ day of ___________ 20______.</w:t>
      </w:r>
    </w:p>
    <w:p w:rsidR="00DD2E64" w:rsidRDefault="00DD2E64" w:rsidP="00DD2E64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24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tabs>
          <w:tab w:val="left" w:pos="5500"/>
        </w:tabs>
        <w:spacing w:line="0" w:lineRule="atLeast"/>
        <w:ind w:left="4260"/>
        <w:rPr>
          <w:rFonts w:ascii="Arial" w:eastAsia="Arial" w:hAnsi="Arial"/>
          <w:sz w:val="31"/>
        </w:rPr>
      </w:pPr>
      <w:r>
        <w:rPr>
          <w:rFonts w:ascii="Arial" w:eastAsia="Arial" w:hAnsi="Arial"/>
          <w:sz w:val="35"/>
        </w:rPr>
        <w:t>Signed: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31"/>
        </w:rPr>
        <w:t>________________________</w:t>
      </w:r>
    </w:p>
    <w:p w:rsidR="00DD2E64" w:rsidRDefault="00DD2E64" w:rsidP="00DD2E64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208" w:lineRule="exact"/>
        <w:rPr>
          <w:rFonts w:ascii="Times New Roman" w:eastAsia="Times New Roman" w:hAnsi="Times New Roman"/>
          <w:sz w:val="24"/>
        </w:rPr>
      </w:pPr>
    </w:p>
    <w:p w:rsidR="00DD2E64" w:rsidRDefault="00DD2E64" w:rsidP="00DD2E64">
      <w:pPr>
        <w:spacing w:line="0" w:lineRule="atLeast"/>
        <w:ind w:right="-19"/>
        <w:jc w:val="center"/>
        <w:rPr>
          <w:rFonts w:ascii="Tahoma" w:eastAsia="Tahoma" w:hAnsi="Tahoma"/>
          <w:sz w:val="16"/>
        </w:rPr>
      </w:pPr>
    </w:p>
    <w:p w:rsidR="00DD2E64" w:rsidRDefault="00DD2E64" w:rsidP="00DD2E64">
      <w:pPr>
        <w:spacing w:line="20" w:lineRule="exact"/>
        <w:rPr>
          <w:rFonts w:ascii="Times New Roman" w:eastAsia="Times New Roman" w:hAnsi="Times New Roman"/>
          <w:sz w:val="24"/>
        </w:rPr>
      </w:pPr>
    </w:p>
    <w:p w:rsidR="001C081B" w:rsidRDefault="001C081B"/>
    <w:sectPr w:rsidR="001C081B">
      <w:pgSz w:w="16840" w:h="11900" w:orient="landscape"/>
      <w:pgMar w:top="1440" w:right="1440" w:bottom="1006" w:left="1440" w:header="0" w:footer="0" w:gutter="0"/>
      <w:cols w:space="0" w:equalWidth="0">
        <w:col w:w="139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33034"/>
    <w:rsid w:val="001C081B"/>
    <w:rsid w:val="004F285A"/>
    <w:rsid w:val="00533034"/>
    <w:rsid w:val="007D54A7"/>
    <w:rsid w:val="00B54CDB"/>
    <w:rsid w:val="00D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FC0E09-D63B-4417-8BC4-773BF1A3E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E64"/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s://95d0560153dc1f143d11-d446871382b5e7d4f35e6c4cecf7d007.ssl.cf2.rackcdn.com/H-VA653_L.jpg" TargetMode="Externa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ce\Downloads\scholarship%20certificateZZZ\scholarship%20certificates\scholarship%20certificate%200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scholarship certificate 07.dot</Template>
  <TotalTime>2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Links>
    <vt:vector size="6" baseType="variant">
      <vt:variant>
        <vt:i4>196640</vt:i4>
      </vt:variant>
      <vt:variant>
        <vt:i4>-1</vt:i4>
      </vt:variant>
      <vt:variant>
        <vt:i4>1027</vt:i4>
      </vt:variant>
      <vt:variant>
        <vt:i4>1</vt:i4>
      </vt:variant>
      <vt:variant>
        <vt:lpwstr>https://95d0560153dc1f143d11-d446871382b5e7d4f35e6c4cecf7d007.ssl.cf2.rackcdn.com/H-VA653_L.jpg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MD SHAJEDUL ISLAM</cp:lastModifiedBy>
  <cp:revision>2</cp:revision>
  <dcterms:created xsi:type="dcterms:W3CDTF">2020-07-17T16:23:00Z</dcterms:created>
  <dcterms:modified xsi:type="dcterms:W3CDTF">2021-01-26T20:08:00Z</dcterms:modified>
</cp:coreProperties>
</file>