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17" w:rsidRDefault="001D6B7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A19574" wp14:editId="57EF6A9E">
                <wp:simplePos x="0" y="0"/>
                <wp:positionH relativeFrom="column">
                  <wp:posOffset>-227965</wp:posOffset>
                </wp:positionH>
                <wp:positionV relativeFrom="paragraph">
                  <wp:posOffset>1838325</wp:posOffset>
                </wp:positionV>
                <wp:extent cx="8636000" cy="4285615"/>
                <wp:effectExtent l="0" t="0" r="0" b="635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0" cy="428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C01" w:rsidRPr="00141EDD" w:rsidRDefault="0047704B" w:rsidP="003F270A">
                            <w:pPr>
                              <w:jc w:val="center"/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This </w:t>
                            </w:r>
                            <w:r w:rsidR="009507D3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scholarship </w:t>
                            </w:r>
                            <w:r w:rsidR="00DE63F0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is </w:t>
                            </w:r>
                            <w:r w:rsidR="001D6B7D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given</w:t>
                            </w:r>
                            <w:r w:rsidR="007C64F7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A279B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to</w:t>
                            </w:r>
                            <w:r w:rsidR="001D6B7D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Mr/Mrs. </w:t>
                            </w:r>
                          </w:p>
                          <w:p w:rsidR="007F4F79" w:rsidRPr="00141EDD" w:rsidRDefault="007F4F79" w:rsidP="003F270A">
                            <w:pPr>
                              <w:spacing w:after="480"/>
                              <w:jc w:val="center"/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____________</w:t>
                            </w:r>
                            <w:r w:rsidR="005E0399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___________</w:t>
                            </w:r>
                          </w:p>
                          <w:p w:rsidR="00033479" w:rsidRPr="00141EDD" w:rsidRDefault="001D30A0" w:rsidP="001D30A0">
                            <w:pPr>
                              <w:spacing w:after="120"/>
                              <w:jc w:val="center"/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This leadership conference scholarship is for you excellent skills and </w:t>
                            </w:r>
                          </w:p>
                          <w:p w:rsidR="001D30A0" w:rsidRPr="00141EDD" w:rsidRDefault="001D30A0" w:rsidP="00033479">
                            <w:pPr>
                              <w:spacing w:after="720"/>
                              <w:jc w:val="center"/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Outstanding team spirit exemplified </w:t>
                            </w:r>
                          </w:p>
                          <w:p w:rsidR="00363676" w:rsidRPr="00141EDD" w:rsidRDefault="00231FB8" w:rsidP="001D30A0">
                            <w:pPr>
                              <w:spacing w:after="840"/>
                              <w:jc w:val="center"/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Awarded on</w:t>
                            </w:r>
                            <w:r w:rsidR="008357EC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_</w:t>
                            </w:r>
                            <w:r w:rsidR="000F0E80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______</w:t>
                            </w:r>
                            <w:r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__</w:t>
                            </w:r>
                            <w:bookmarkStart w:id="0" w:name="_GoBack"/>
                            <w:r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</w:t>
                            </w:r>
                            <w:r w:rsidR="00946283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_</w:t>
                            </w:r>
                            <w:r w:rsidR="00880C4C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_</w:t>
                            </w:r>
                            <w:r w:rsidR="008C55B3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Chairman</w:t>
                            </w:r>
                            <w:r w:rsidR="008357EC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C64F7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__</w:t>
                            </w:r>
                            <w:r w:rsidR="008357EC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_________</w:t>
                            </w:r>
                          </w:p>
                          <w:p w:rsidR="00363676" w:rsidRPr="00141EDD" w:rsidRDefault="00033479" w:rsidP="00CC2357">
                            <w:pPr>
                              <w:spacing w:after="0"/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             </w:t>
                            </w:r>
                            <w:r w:rsidR="00636DDD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CC2357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63676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________</w:t>
                            </w:r>
                            <w:r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____</w:t>
                            </w:r>
                            <w:r w:rsidR="00363676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__</w:t>
                            </w:r>
                            <w:r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8C55B3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                     </w:t>
                            </w:r>
                            <w:r w:rsidR="000F0E80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4267CC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7C64F7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3F270A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        </w:t>
                            </w:r>
                            <w:r w:rsidR="00CC2357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636DDD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_______</w:t>
                            </w:r>
                            <w:r w:rsidR="007C64F7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</w:t>
                            </w:r>
                            <w:r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__</w:t>
                            </w:r>
                          </w:p>
                          <w:p w:rsidR="00363676" w:rsidRPr="00141EDD" w:rsidRDefault="003F270A" w:rsidP="003F270A">
                            <w:pPr>
                              <w:spacing w:after="0"/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                 </w:t>
                            </w:r>
                            <w:r w:rsidR="00CC2357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636DDD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363676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Signature</w:t>
                            </w:r>
                            <w:r w:rsidR="00033479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CC2357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                                                   </w:t>
                            </w:r>
                            <w:r w:rsidR="00033479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  </w:t>
                            </w:r>
                            <w:r w:rsidR="001D6B7D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363676" w:rsidRPr="00141EDD">
                              <w:rPr>
                                <w:rFonts w:ascii="Chaparral Pro Light" w:hAnsi="Chaparral Pro Light" w:cs="Adobe Naskh Medium"/>
                                <w:b/>
                                <w:color w:val="404040" w:themeColor="text1" w:themeTint="BF"/>
                                <w:sz w:val="36"/>
                                <w:szCs w:val="36"/>
                              </w:rPr>
                              <w:t>Date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7.95pt;margin-top:144.75pt;width:680pt;height:337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" filled="f" stroked="f">
                <v:textbox>
                  <w:txbxContent>
                    <w:p w:rsidR="004A6C01" w:rsidRPr="00141EDD" w:rsidRDefault="0047704B" w:rsidP="003F270A">
                      <w:pPr>
                        <w:jc w:val="center"/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This </w:t>
                      </w:r>
                      <w:r w:rsidR="009507D3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scholarship </w:t>
                      </w:r>
                      <w:r w:rsidR="00DE63F0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is </w:t>
                      </w:r>
                      <w:r w:rsidR="001D6B7D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given</w:t>
                      </w:r>
                      <w:r w:rsidR="007C64F7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</w:t>
                      </w:r>
                      <w:r w:rsidR="004A279B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to</w:t>
                      </w:r>
                      <w:r w:rsidR="001D6B7D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Mr/Mrs. </w:t>
                      </w:r>
                    </w:p>
                    <w:p w:rsidR="007F4F79" w:rsidRPr="00141EDD" w:rsidRDefault="007F4F79" w:rsidP="003F270A">
                      <w:pPr>
                        <w:spacing w:after="480"/>
                        <w:jc w:val="center"/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____________</w:t>
                      </w:r>
                      <w:r w:rsidR="005E0399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___________</w:t>
                      </w:r>
                    </w:p>
                    <w:p w:rsidR="00033479" w:rsidRPr="00141EDD" w:rsidRDefault="001D30A0" w:rsidP="001D30A0">
                      <w:pPr>
                        <w:spacing w:after="120"/>
                        <w:jc w:val="center"/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This leadership conference scholarship is for you excellent skills and </w:t>
                      </w:r>
                    </w:p>
                    <w:p w:rsidR="001D30A0" w:rsidRPr="00141EDD" w:rsidRDefault="001D30A0" w:rsidP="00033479">
                      <w:pPr>
                        <w:spacing w:after="720"/>
                        <w:jc w:val="center"/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Outstanding team spirit exemplified </w:t>
                      </w:r>
                    </w:p>
                    <w:p w:rsidR="00363676" w:rsidRPr="00141EDD" w:rsidRDefault="00231FB8" w:rsidP="001D30A0">
                      <w:pPr>
                        <w:spacing w:after="840"/>
                        <w:jc w:val="center"/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Awarded on</w:t>
                      </w:r>
                      <w:r w:rsidR="008357EC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_</w:t>
                      </w:r>
                      <w:r w:rsidR="000F0E80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______</w:t>
                      </w:r>
                      <w:r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__</w:t>
                      </w:r>
                      <w:bookmarkStart w:id="1" w:name="_GoBack"/>
                      <w:r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___</w:t>
                      </w:r>
                      <w:r w:rsidR="00946283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_</w:t>
                      </w:r>
                      <w:r w:rsidR="00880C4C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_</w:t>
                      </w:r>
                      <w:r w:rsidR="008C55B3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</w:t>
                      </w:r>
                      <w:r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Chairman</w:t>
                      </w:r>
                      <w:r w:rsidR="008357EC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</w:t>
                      </w:r>
                      <w:r w:rsidR="007C64F7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__</w:t>
                      </w:r>
                      <w:r w:rsidR="008357EC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_________</w:t>
                      </w:r>
                    </w:p>
                    <w:p w:rsidR="00363676" w:rsidRPr="00141EDD" w:rsidRDefault="00033479" w:rsidP="00CC2357">
                      <w:pPr>
                        <w:spacing w:after="0"/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               </w:t>
                      </w:r>
                      <w:r w:rsidR="00636DDD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  </w:t>
                      </w:r>
                      <w:r w:rsidR="00CC2357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</w:t>
                      </w:r>
                      <w:r w:rsidR="00363676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________</w:t>
                      </w:r>
                      <w:r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____</w:t>
                      </w:r>
                      <w:r w:rsidR="00363676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__</w:t>
                      </w:r>
                      <w:r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  </w:t>
                      </w:r>
                      <w:r w:rsidR="008C55B3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                       </w:t>
                      </w:r>
                      <w:r w:rsidR="000F0E80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</w:t>
                      </w:r>
                      <w:r w:rsidR="004267CC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 </w:t>
                      </w:r>
                      <w:r w:rsidR="007C64F7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 </w:t>
                      </w:r>
                      <w:r w:rsidR="003F270A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</w:t>
                      </w:r>
                      <w:r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          </w:t>
                      </w:r>
                      <w:r w:rsidR="00CC2357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</w:t>
                      </w:r>
                      <w:r w:rsidR="00636DDD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 </w:t>
                      </w:r>
                      <w:r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_______</w:t>
                      </w:r>
                      <w:r w:rsidR="007C64F7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___</w:t>
                      </w:r>
                      <w:r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__</w:t>
                      </w:r>
                    </w:p>
                    <w:p w:rsidR="00363676" w:rsidRPr="00141EDD" w:rsidRDefault="003F270A" w:rsidP="003F270A">
                      <w:pPr>
                        <w:spacing w:after="0"/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                   </w:t>
                      </w:r>
                      <w:r w:rsidR="00CC2357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</w:t>
                      </w:r>
                      <w:r w:rsidR="00636DDD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  </w:t>
                      </w:r>
                      <w:r w:rsidR="00363676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Signature</w:t>
                      </w:r>
                      <w:r w:rsidR="00033479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 </w:t>
                      </w:r>
                      <w:r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</w:t>
                      </w:r>
                      <w:r w:rsidR="00CC2357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                                                     </w:t>
                      </w:r>
                      <w:r w:rsidR="00033479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    </w:t>
                      </w:r>
                      <w:r w:rsidR="001D6B7D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 xml:space="preserve">   </w:t>
                      </w:r>
                      <w:r w:rsidR="00363676" w:rsidRPr="00141EDD">
                        <w:rPr>
                          <w:rFonts w:ascii="Chaparral Pro Light" w:hAnsi="Chaparral Pro Light" w:cs="Adobe Naskh Medium"/>
                          <w:b/>
                          <w:color w:val="404040" w:themeColor="text1" w:themeTint="BF"/>
                          <w:sz w:val="36"/>
                          <w:szCs w:val="36"/>
                        </w:rPr>
                        <w:t>Date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E6B69A" wp14:editId="37F7F5E8">
                <wp:simplePos x="0" y="0"/>
                <wp:positionH relativeFrom="column">
                  <wp:posOffset>283100</wp:posOffset>
                </wp:positionH>
                <wp:positionV relativeFrom="paragraph">
                  <wp:posOffset>742950</wp:posOffset>
                </wp:positionV>
                <wp:extent cx="7503495" cy="72390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349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1CB" w:rsidRPr="00141EDD" w:rsidRDefault="00CC2357" w:rsidP="00FF31CB">
                            <w:pPr>
                              <w:spacing w:after="0"/>
                              <w:jc w:val="center"/>
                              <w:rPr>
                                <w:rFonts w:ascii="Annie Use Your Telescope" w:hAnsi="Annie Use Your Telescope" w:cs="Adobe Naskh Medium"/>
                                <w:b/>
                                <w:color w:val="404040" w:themeColor="text1" w:themeTint="BF"/>
                                <w:sz w:val="88"/>
                                <w:szCs w:val="88"/>
                              </w:rPr>
                            </w:pPr>
                            <w:r w:rsidRPr="00141EDD">
                              <w:rPr>
                                <w:rFonts w:ascii="Annie Use Your Telescope" w:hAnsi="Annie Use Your Telescope" w:cs="Adobe Naskh Medium"/>
                                <w:b/>
                                <w:color w:val="404040" w:themeColor="text1" w:themeTint="BF"/>
                                <w:sz w:val="88"/>
                                <w:szCs w:val="88"/>
                              </w:rPr>
                              <w:t>SCHOLARSHIP</w:t>
                            </w:r>
                            <w:r w:rsidR="001D6B7D" w:rsidRPr="00141EDD">
                              <w:rPr>
                                <w:rFonts w:ascii="Annie Use Your Telescope" w:hAnsi="Annie Use Your Telescope" w:cs="Adobe Naskh Medium"/>
                                <w:b/>
                                <w:color w:val="404040" w:themeColor="text1" w:themeTint="BF"/>
                                <w:sz w:val="88"/>
                                <w:szCs w:val="88"/>
                              </w:rPr>
                              <w:t xml:space="preserve"> </w:t>
                            </w:r>
                            <w:r w:rsidR="001D6B7D" w:rsidRPr="00141EDD">
                              <w:rPr>
                                <w:rFonts w:ascii="Annie Use Your Telescope" w:hAnsi="Annie Use Your Telescope" w:cs="Adobe Naskh Medium"/>
                                <w:b/>
                                <w:color w:val="404040" w:themeColor="text1" w:themeTint="BF"/>
                                <w:sz w:val="88"/>
                                <w:szCs w:val="88"/>
                              </w:rPr>
                              <w:t>CERTIFICATE</w:t>
                            </w:r>
                          </w:p>
                          <w:p w:rsidR="001D1256" w:rsidRPr="00141EDD" w:rsidRDefault="001D1256" w:rsidP="001D1256">
                            <w:pPr>
                              <w:spacing w:after="0"/>
                              <w:jc w:val="center"/>
                              <w:rPr>
                                <w:rFonts w:ascii="Annie Use Your Telescope" w:hAnsi="Annie Use Your Telescope" w:cs="Adobe Naskh Medium"/>
                                <w:b/>
                                <w:color w:val="404040" w:themeColor="text1" w:themeTint="BF"/>
                                <w:sz w:val="88"/>
                                <w:szCs w:val="88"/>
                              </w:rPr>
                            </w:pPr>
                          </w:p>
                          <w:p w:rsidR="00946283" w:rsidRPr="00141EDD" w:rsidRDefault="00946283" w:rsidP="00946283">
                            <w:pPr>
                              <w:spacing w:after="40"/>
                              <w:rPr>
                                <w:rFonts w:ascii="Annie Use Your Telescope" w:hAnsi="Annie Use Your Telescope" w:cs="Adobe Hebrew"/>
                                <w:b/>
                                <w:color w:val="404040" w:themeColor="text1" w:themeTint="BF"/>
                                <w:sz w:val="88"/>
                                <w:szCs w:val="88"/>
                              </w:rPr>
                            </w:pPr>
                            <w:r w:rsidRPr="00141EDD">
                              <w:rPr>
                                <w:rFonts w:ascii="Annie Use Your Telescope" w:hAnsi="Annie Use Your Telescope" w:cs="Adobe Hebrew"/>
                                <w:b/>
                                <w:color w:val="404040" w:themeColor="text1" w:themeTint="BF"/>
                                <w:sz w:val="88"/>
                                <w:szCs w:val="88"/>
                              </w:rPr>
                              <w:t xml:space="preserve">     </w:t>
                            </w:r>
                          </w:p>
                          <w:p w:rsidR="00946283" w:rsidRPr="00141EDD" w:rsidRDefault="00946283" w:rsidP="00946283">
                            <w:pPr>
                              <w:spacing w:after="40"/>
                              <w:rPr>
                                <w:rFonts w:ascii="Annie Use Your Telescope" w:hAnsi="Annie Use Your Telescope" w:cs="Adobe Hebrew"/>
                                <w:b/>
                                <w:color w:val="404040" w:themeColor="text1" w:themeTint="BF"/>
                                <w:sz w:val="88"/>
                                <w:szCs w:val="88"/>
                              </w:rPr>
                            </w:pPr>
                            <w:r w:rsidRPr="00141EDD">
                              <w:rPr>
                                <w:rFonts w:ascii="Annie Use Your Telescope" w:hAnsi="Annie Use Your Telescope" w:cs="Adobe Hebrew"/>
                                <w:b/>
                                <w:color w:val="404040" w:themeColor="text1" w:themeTint="BF"/>
                                <w:sz w:val="88"/>
                                <w:szCs w:val="88"/>
                              </w:rPr>
                              <w:t xml:space="preserve">               ______________                                  _____________</w:t>
                            </w:r>
                          </w:p>
                          <w:p w:rsidR="00946283" w:rsidRPr="00141EDD" w:rsidRDefault="00946283" w:rsidP="00946283">
                            <w:pPr>
                              <w:spacing w:after="40"/>
                              <w:rPr>
                                <w:rFonts w:ascii="Annie Use Your Telescope" w:hAnsi="Annie Use Your Telescope" w:cs="Adobe Hebrew"/>
                                <w:b/>
                                <w:color w:val="404040" w:themeColor="text1" w:themeTint="BF"/>
                                <w:sz w:val="88"/>
                                <w:szCs w:val="88"/>
                              </w:rPr>
                            </w:pPr>
                            <w:r w:rsidRPr="00141EDD">
                              <w:rPr>
                                <w:rFonts w:ascii="Annie Use Your Telescope" w:hAnsi="Annie Use Your Telescope" w:cs="Adobe Hebrew"/>
                                <w:b/>
                                <w:color w:val="404040" w:themeColor="text1" w:themeTint="BF"/>
                                <w:sz w:val="88"/>
                                <w:szCs w:val="88"/>
                              </w:rPr>
                              <w:t xml:space="preserve">                   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2.3pt;margin-top:58.5pt;width:590.85pt;height:5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vrugIAAMA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" filled="f" stroked="f">
                <v:textbox>
                  <w:txbxContent>
                    <w:p w:rsidR="00FF31CB" w:rsidRPr="00141EDD" w:rsidRDefault="00CC2357" w:rsidP="00FF31CB">
                      <w:pPr>
                        <w:spacing w:after="0"/>
                        <w:jc w:val="center"/>
                        <w:rPr>
                          <w:rFonts w:ascii="Annie Use Your Telescope" w:hAnsi="Annie Use Your Telescope" w:cs="Adobe Naskh Medium"/>
                          <w:b/>
                          <w:color w:val="404040" w:themeColor="text1" w:themeTint="BF"/>
                          <w:sz w:val="88"/>
                          <w:szCs w:val="88"/>
                        </w:rPr>
                      </w:pPr>
                      <w:r w:rsidRPr="00141EDD">
                        <w:rPr>
                          <w:rFonts w:ascii="Annie Use Your Telescope" w:hAnsi="Annie Use Your Telescope" w:cs="Adobe Naskh Medium"/>
                          <w:b/>
                          <w:color w:val="404040" w:themeColor="text1" w:themeTint="BF"/>
                          <w:sz w:val="88"/>
                          <w:szCs w:val="88"/>
                        </w:rPr>
                        <w:t>SCHOLARSHIP</w:t>
                      </w:r>
                      <w:r w:rsidR="001D6B7D" w:rsidRPr="00141EDD">
                        <w:rPr>
                          <w:rFonts w:ascii="Annie Use Your Telescope" w:hAnsi="Annie Use Your Telescope" w:cs="Adobe Naskh Medium"/>
                          <w:b/>
                          <w:color w:val="404040" w:themeColor="text1" w:themeTint="BF"/>
                          <w:sz w:val="88"/>
                          <w:szCs w:val="88"/>
                        </w:rPr>
                        <w:t xml:space="preserve"> </w:t>
                      </w:r>
                      <w:r w:rsidR="001D6B7D" w:rsidRPr="00141EDD">
                        <w:rPr>
                          <w:rFonts w:ascii="Annie Use Your Telescope" w:hAnsi="Annie Use Your Telescope" w:cs="Adobe Naskh Medium"/>
                          <w:b/>
                          <w:color w:val="404040" w:themeColor="text1" w:themeTint="BF"/>
                          <w:sz w:val="88"/>
                          <w:szCs w:val="88"/>
                        </w:rPr>
                        <w:t>CERTIFICATE</w:t>
                      </w:r>
                    </w:p>
                    <w:p w:rsidR="001D1256" w:rsidRPr="00141EDD" w:rsidRDefault="001D1256" w:rsidP="001D1256">
                      <w:pPr>
                        <w:spacing w:after="0"/>
                        <w:jc w:val="center"/>
                        <w:rPr>
                          <w:rFonts w:ascii="Annie Use Your Telescope" w:hAnsi="Annie Use Your Telescope" w:cs="Adobe Naskh Medium"/>
                          <w:b/>
                          <w:color w:val="404040" w:themeColor="text1" w:themeTint="BF"/>
                          <w:sz w:val="88"/>
                          <w:szCs w:val="88"/>
                        </w:rPr>
                      </w:pPr>
                    </w:p>
                    <w:p w:rsidR="00946283" w:rsidRPr="00141EDD" w:rsidRDefault="00946283" w:rsidP="00946283">
                      <w:pPr>
                        <w:spacing w:after="40"/>
                        <w:rPr>
                          <w:rFonts w:ascii="Annie Use Your Telescope" w:hAnsi="Annie Use Your Telescope" w:cs="Adobe Hebrew"/>
                          <w:b/>
                          <w:color w:val="404040" w:themeColor="text1" w:themeTint="BF"/>
                          <w:sz w:val="88"/>
                          <w:szCs w:val="88"/>
                        </w:rPr>
                      </w:pPr>
                      <w:r w:rsidRPr="00141EDD">
                        <w:rPr>
                          <w:rFonts w:ascii="Annie Use Your Telescope" w:hAnsi="Annie Use Your Telescope" w:cs="Adobe Hebrew"/>
                          <w:b/>
                          <w:color w:val="404040" w:themeColor="text1" w:themeTint="BF"/>
                          <w:sz w:val="88"/>
                          <w:szCs w:val="88"/>
                        </w:rPr>
                        <w:t xml:space="preserve">     </w:t>
                      </w:r>
                    </w:p>
                    <w:p w:rsidR="00946283" w:rsidRPr="00141EDD" w:rsidRDefault="00946283" w:rsidP="00946283">
                      <w:pPr>
                        <w:spacing w:after="40"/>
                        <w:rPr>
                          <w:rFonts w:ascii="Annie Use Your Telescope" w:hAnsi="Annie Use Your Telescope" w:cs="Adobe Hebrew"/>
                          <w:b/>
                          <w:color w:val="404040" w:themeColor="text1" w:themeTint="BF"/>
                          <w:sz w:val="88"/>
                          <w:szCs w:val="88"/>
                        </w:rPr>
                      </w:pPr>
                      <w:r w:rsidRPr="00141EDD">
                        <w:rPr>
                          <w:rFonts w:ascii="Annie Use Your Telescope" w:hAnsi="Annie Use Your Telescope" w:cs="Adobe Hebrew"/>
                          <w:b/>
                          <w:color w:val="404040" w:themeColor="text1" w:themeTint="BF"/>
                          <w:sz w:val="88"/>
                          <w:szCs w:val="88"/>
                        </w:rPr>
                        <w:t xml:space="preserve">               ______________                                  _____________</w:t>
                      </w:r>
                    </w:p>
                    <w:p w:rsidR="00946283" w:rsidRPr="00141EDD" w:rsidRDefault="00946283" w:rsidP="00946283">
                      <w:pPr>
                        <w:spacing w:after="40"/>
                        <w:rPr>
                          <w:rFonts w:ascii="Annie Use Your Telescope" w:hAnsi="Annie Use Your Telescope" w:cs="Adobe Hebrew"/>
                          <w:b/>
                          <w:color w:val="404040" w:themeColor="text1" w:themeTint="BF"/>
                          <w:sz w:val="88"/>
                          <w:szCs w:val="88"/>
                        </w:rPr>
                      </w:pPr>
                      <w:r w:rsidRPr="00141EDD">
                        <w:rPr>
                          <w:rFonts w:ascii="Annie Use Your Telescope" w:hAnsi="Annie Use Your Telescope" w:cs="Adobe Hebrew"/>
                          <w:b/>
                          <w:color w:val="404040" w:themeColor="text1" w:themeTint="BF"/>
                          <w:sz w:val="88"/>
                          <w:szCs w:val="88"/>
                        </w:rPr>
                        <w:t xml:space="preserve">                   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AB11B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98F65" wp14:editId="4C2EFA65">
                <wp:simplePos x="0" y="0"/>
                <wp:positionH relativeFrom="column">
                  <wp:posOffset>921385</wp:posOffset>
                </wp:positionH>
                <wp:positionV relativeFrom="paragraph">
                  <wp:posOffset>425450</wp:posOffset>
                </wp:positionV>
                <wp:extent cx="6498590" cy="1117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859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90F" w:rsidRPr="002808CE" w:rsidRDefault="004C390F" w:rsidP="002808CE">
                            <w:pPr>
                              <w:rPr>
                                <w:rFonts w:ascii="Trajan Pro 3" w:hAnsi="Trajan Pro 3"/>
                                <w:color w:val="C0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72.55pt;margin-top:33.5pt;width:511.7pt;height:8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" filled="f" stroked="f">
                <v:textbox style="mso-fit-shape-to-text:t">
                  <w:txbxContent>
                    <w:p w:rsidR="004C390F" w:rsidRPr="002808CE" w:rsidRDefault="004C390F" w:rsidP="002808CE">
                      <w:pPr>
                        <w:rPr>
                          <w:rFonts w:ascii="Trajan Pro 3" w:hAnsi="Trajan Pro 3"/>
                          <w:color w:val="C00000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</w:rPr>
        <w:drawing>
          <wp:inline distT="0" distB="0" distL="0" distR="0" wp14:anchorId="0F50D7CA" wp14:editId="2B730912">
            <wp:extent cx="8229413" cy="5815322"/>
            <wp:effectExtent l="0" t="0" r="635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413" cy="581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26D" w:rsidRDefault="0018426D" w:rsidP="004C390F">
      <w:pPr>
        <w:spacing w:after="0" w:line="240" w:lineRule="auto"/>
      </w:pPr>
      <w:r>
        <w:separator/>
      </w:r>
    </w:p>
  </w:endnote>
  <w:endnote w:type="continuationSeparator" w:id="0">
    <w:p w:rsidR="0018426D" w:rsidRDefault="0018426D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parral Pro Light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Naskh Medium">
    <w:panose1 w:val="00000000000000000000"/>
    <w:charset w:val="00"/>
    <w:family w:val="modern"/>
    <w:notTrueType/>
    <w:pitch w:val="variable"/>
    <w:sig w:usb0="00002003" w:usb1="00000000" w:usb2="00000000" w:usb3="00000000" w:csb0="00000041" w:csb1="00000000"/>
  </w:font>
  <w:font w:name="Annie Use Your Telescope">
    <w:panose1 w:val="02000000000000000000"/>
    <w:charset w:val="00"/>
    <w:family w:val="auto"/>
    <w:pitch w:val="variable"/>
    <w:sig w:usb0="A000002F" w:usb1="5000004A" w:usb2="00000000" w:usb3="00000000" w:csb0="00000093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Trajan Pro 3">
    <w:altName w:val="Times New Roman"/>
    <w:panose1 w:val="00000000000000000000"/>
    <w:charset w:val="00"/>
    <w:family w:val="roman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26D" w:rsidRDefault="0018426D" w:rsidP="004C390F">
      <w:pPr>
        <w:spacing w:after="0" w:line="240" w:lineRule="auto"/>
      </w:pPr>
      <w:r>
        <w:separator/>
      </w:r>
    </w:p>
  </w:footnote>
  <w:footnote w:type="continuationSeparator" w:id="0">
    <w:p w:rsidR="0018426D" w:rsidRDefault="0018426D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24A94"/>
    <w:rsid w:val="00026DC8"/>
    <w:rsid w:val="00033479"/>
    <w:rsid w:val="000954E6"/>
    <w:rsid w:val="000F0E80"/>
    <w:rsid w:val="000F3348"/>
    <w:rsid w:val="001069DD"/>
    <w:rsid w:val="001112C9"/>
    <w:rsid w:val="00132BFB"/>
    <w:rsid w:val="00141EDD"/>
    <w:rsid w:val="001570B9"/>
    <w:rsid w:val="0018426D"/>
    <w:rsid w:val="00193F6D"/>
    <w:rsid w:val="001944FC"/>
    <w:rsid w:val="001A6861"/>
    <w:rsid w:val="001B7057"/>
    <w:rsid w:val="001D1256"/>
    <w:rsid w:val="001D30A0"/>
    <w:rsid w:val="001D6B7D"/>
    <w:rsid w:val="00230E82"/>
    <w:rsid w:val="00231FB8"/>
    <w:rsid w:val="00276818"/>
    <w:rsid w:val="002808CE"/>
    <w:rsid w:val="00300E38"/>
    <w:rsid w:val="0030587A"/>
    <w:rsid w:val="00363676"/>
    <w:rsid w:val="003C1D08"/>
    <w:rsid w:val="003C782F"/>
    <w:rsid w:val="003D3E2C"/>
    <w:rsid w:val="003D6346"/>
    <w:rsid w:val="003F270A"/>
    <w:rsid w:val="00413493"/>
    <w:rsid w:val="00425FBB"/>
    <w:rsid w:val="004267CC"/>
    <w:rsid w:val="004754AD"/>
    <w:rsid w:val="0047704B"/>
    <w:rsid w:val="004A279B"/>
    <w:rsid w:val="004A6C01"/>
    <w:rsid w:val="004C390F"/>
    <w:rsid w:val="004C6CC1"/>
    <w:rsid w:val="004F0697"/>
    <w:rsid w:val="005E0399"/>
    <w:rsid w:val="005E138B"/>
    <w:rsid w:val="00636DDD"/>
    <w:rsid w:val="00686AD4"/>
    <w:rsid w:val="00697FFB"/>
    <w:rsid w:val="006B6691"/>
    <w:rsid w:val="006C7277"/>
    <w:rsid w:val="006D1E06"/>
    <w:rsid w:val="00717246"/>
    <w:rsid w:val="007B4CEA"/>
    <w:rsid w:val="007C5BD3"/>
    <w:rsid w:val="007C64F7"/>
    <w:rsid w:val="007F4F79"/>
    <w:rsid w:val="008357EC"/>
    <w:rsid w:val="00860F42"/>
    <w:rsid w:val="00880C4C"/>
    <w:rsid w:val="0088236C"/>
    <w:rsid w:val="008C55B3"/>
    <w:rsid w:val="008E3317"/>
    <w:rsid w:val="009430FC"/>
    <w:rsid w:val="00946283"/>
    <w:rsid w:val="009507D3"/>
    <w:rsid w:val="009A1FA3"/>
    <w:rsid w:val="00A003B6"/>
    <w:rsid w:val="00A007FF"/>
    <w:rsid w:val="00A00C42"/>
    <w:rsid w:val="00A74141"/>
    <w:rsid w:val="00A93847"/>
    <w:rsid w:val="00A93EB9"/>
    <w:rsid w:val="00AB11B2"/>
    <w:rsid w:val="00AC0A32"/>
    <w:rsid w:val="00AC5440"/>
    <w:rsid w:val="00AD2A84"/>
    <w:rsid w:val="00B12F66"/>
    <w:rsid w:val="00B771D5"/>
    <w:rsid w:val="00B9041C"/>
    <w:rsid w:val="00BA379E"/>
    <w:rsid w:val="00BB16D7"/>
    <w:rsid w:val="00C214DF"/>
    <w:rsid w:val="00C7133E"/>
    <w:rsid w:val="00C815B0"/>
    <w:rsid w:val="00C9687C"/>
    <w:rsid w:val="00CC2357"/>
    <w:rsid w:val="00CF6916"/>
    <w:rsid w:val="00D13E1E"/>
    <w:rsid w:val="00D41024"/>
    <w:rsid w:val="00DC3229"/>
    <w:rsid w:val="00DD284F"/>
    <w:rsid w:val="00DE63F0"/>
    <w:rsid w:val="00E37A76"/>
    <w:rsid w:val="00E64C5C"/>
    <w:rsid w:val="00E64DCC"/>
    <w:rsid w:val="00E83850"/>
    <w:rsid w:val="00E92E67"/>
    <w:rsid w:val="00E94A8F"/>
    <w:rsid w:val="00F35760"/>
    <w:rsid w:val="00FC37FD"/>
    <w:rsid w:val="00FD5378"/>
    <w:rsid w:val="00FD5A6D"/>
    <w:rsid w:val="00FF3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2018-01-05T09:01:00Z</dcterms:created>
  <dcterms:modified xsi:type="dcterms:W3CDTF">2018-01-05T09:01:00Z</dcterms:modified>
</cp:coreProperties>
</file>